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B7" w:rsidRDefault="006155B7" w:rsidP="00BF5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55B7" w:rsidRDefault="006155B7" w:rsidP="00BF5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55B7" w:rsidRDefault="006155B7" w:rsidP="00BF583F">
      <w:pPr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МУНИЦИПАЛЬНОЕ АВТОНОМНОЕ ОБЩЕОБРАЗОВАТЕЛЬНОЕ УЧРЕЖДЕНИЕ</w:t>
      </w:r>
    </w:p>
    <w:p w:rsidR="006155B7" w:rsidRDefault="006155B7" w:rsidP="00BF583F">
      <w:pPr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«ЗАРУБИНСКАЯ   ОСНОВНАЯ ШКОЛА»</w:t>
      </w:r>
    </w:p>
    <w:p w:rsidR="006155B7" w:rsidRDefault="006155B7" w:rsidP="00BF583F">
      <w:pPr>
        <w:jc w:val="center"/>
        <w:rPr>
          <w:smallCaps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4710"/>
        <w:gridCol w:w="4620"/>
      </w:tblGrid>
      <w:tr w:rsidR="006155B7" w:rsidTr="00AF7994">
        <w:tc>
          <w:tcPr>
            <w:tcW w:w="4710" w:type="dxa"/>
          </w:tcPr>
          <w:p w:rsidR="006155B7" w:rsidRDefault="006155B7" w:rsidP="00AF7994">
            <w:pPr>
              <w:snapToGrid w:val="0"/>
              <w:jc w:val="center"/>
            </w:pPr>
            <w:r>
              <w:t>Принято решением педсовета</w:t>
            </w:r>
          </w:p>
          <w:p w:rsidR="006155B7" w:rsidRDefault="006155B7" w:rsidP="00AF7994">
            <w:r>
              <w:t>Протокол №   от «__» _______ 2016 г.</w:t>
            </w:r>
          </w:p>
          <w:p w:rsidR="006155B7" w:rsidRDefault="006155B7" w:rsidP="00AF7994"/>
        </w:tc>
        <w:tc>
          <w:tcPr>
            <w:tcW w:w="4620" w:type="dxa"/>
          </w:tcPr>
          <w:p w:rsidR="006155B7" w:rsidRDefault="006155B7" w:rsidP="00AF7994">
            <w:pPr>
              <w:snapToGrid w:val="0"/>
            </w:pPr>
            <w:r>
              <w:t>Утверждаю директор</w:t>
            </w:r>
          </w:p>
          <w:p w:rsidR="006155B7" w:rsidRDefault="006155B7" w:rsidP="00AF7994">
            <w:r>
              <w:t xml:space="preserve">Приказ № </w:t>
            </w:r>
          </w:p>
          <w:p w:rsidR="006155B7" w:rsidRDefault="006155B7" w:rsidP="00AF7994">
            <w:r>
              <w:t>от «___» ________ 2017</w:t>
            </w:r>
          </w:p>
        </w:tc>
      </w:tr>
    </w:tbl>
    <w:p w:rsidR="006155B7" w:rsidRDefault="006155B7" w:rsidP="00BF583F">
      <w:r>
        <w:t xml:space="preserve">                                                         </w:t>
      </w:r>
    </w:p>
    <w:p w:rsidR="006155B7" w:rsidRDefault="006155B7" w:rsidP="00BF583F"/>
    <w:p w:rsidR="006155B7" w:rsidRPr="006A5269" w:rsidRDefault="006155B7" w:rsidP="00BF583F">
      <w:r>
        <w:t xml:space="preserve">                                                       </w:t>
      </w:r>
      <w:r>
        <w:rPr>
          <w:sz w:val="32"/>
          <w:szCs w:val="32"/>
        </w:rPr>
        <w:t>РАБОЧАЯ  ПРОГРАММА</w:t>
      </w:r>
    </w:p>
    <w:p w:rsidR="006155B7" w:rsidRDefault="006155B7" w:rsidP="00BF583F">
      <w:pPr>
        <w:jc w:val="center"/>
        <w:rPr>
          <w:sz w:val="32"/>
          <w:szCs w:val="32"/>
        </w:rPr>
      </w:pPr>
      <w:r>
        <w:rPr>
          <w:sz w:val="32"/>
          <w:szCs w:val="32"/>
        </w:rPr>
        <w:t>Математика</w:t>
      </w:r>
    </w:p>
    <w:p w:rsidR="006155B7" w:rsidRDefault="006155B7" w:rsidP="00BF583F">
      <w:pPr>
        <w:jc w:val="center"/>
        <w:rPr>
          <w:sz w:val="32"/>
          <w:szCs w:val="32"/>
        </w:rPr>
      </w:pPr>
      <w:r>
        <w:rPr>
          <w:sz w:val="32"/>
          <w:szCs w:val="32"/>
        </w:rPr>
        <w:t>4 класс</w:t>
      </w:r>
    </w:p>
    <w:p w:rsidR="006155B7" w:rsidRDefault="006155B7" w:rsidP="00BF583F">
      <w:pPr>
        <w:jc w:val="center"/>
        <w:rPr>
          <w:i/>
          <w:sz w:val="32"/>
          <w:szCs w:val="32"/>
        </w:rPr>
      </w:pPr>
    </w:p>
    <w:p w:rsidR="006155B7" w:rsidRDefault="006155B7" w:rsidP="00BF583F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                                          </w:t>
      </w:r>
    </w:p>
    <w:p w:rsidR="006155B7" w:rsidRDefault="006155B7" w:rsidP="00BF583F">
      <w:pPr>
        <w:jc w:val="center"/>
        <w:rPr>
          <w:b/>
          <w:sz w:val="32"/>
          <w:szCs w:val="32"/>
        </w:rPr>
      </w:pPr>
    </w:p>
    <w:p w:rsidR="006155B7" w:rsidRDefault="006155B7" w:rsidP="00BF583F">
      <w:pPr>
        <w:jc w:val="center"/>
        <w:rPr>
          <w:b/>
          <w:sz w:val="32"/>
          <w:szCs w:val="32"/>
        </w:rPr>
      </w:pPr>
    </w:p>
    <w:p w:rsidR="006155B7" w:rsidRDefault="006155B7" w:rsidP="00BF583F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составитель:</w:t>
      </w:r>
    </w:p>
    <w:p w:rsidR="006155B7" w:rsidRDefault="006155B7" w:rsidP="00BF583F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начальных классов</w:t>
      </w:r>
    </w:p>
    <w:p w:rsidR="006155B7" w:rsidRDefault="006155B7" w:rsidP="00BF583F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Фёдорова Татьяна Александровна</w:t>
      </w:r>
    </w:p>
    <w:p w:rsidR="006155B7" w:rsidRDefault="006155B7" w:rsidP="00BF583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</w:t>
      </w:r>
    </w:p>
    <w:p w:rsidR="006155B7" w:rsidRDefault="006155B7" w:rsidP="00BF583F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</w:p>
    <w:p w:rsidR="006155B7" w:rsidRDefault="006155B7" w:rsidP="00BF583F">
      <w:pPr>
        <w:jc w:val="right"/>
        <w:rPr>
          <w:sz w:val="32"/>
          <w:szCs w:val="32"/>
        </w:rPr>
      </w:pPr>
    </w:p>
    <w:p w:rsidR="006155B7" w:rsidRDefault="006155B7" w:rsidP="00BF583F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</w:t>
      </w:r>
      <w:r>
        <w:rPr>
          <w:sz w:val="32"/>
          <w:szCs w:val="32"/>
        </w:rPr>
        <w:t>с. Зарубино</w:t>
      </w:r>
    </w:p>
    <w:p w:rsidR="006155B7" w:rsidRDefault="006155B7" w:rsidP="00BF583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2017 -2018 учебный </w:t>
      </w:r>
    </w:p>
    <w:p w:rsidR="006155B7" w:rsidRDefault="006155B7" w:rsidP="00BF5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E6">
        <w:rPr>
          <w:rFonts w:ascii="Times New Roman" w:hAnsi="Times New Roman" w:cs="Times New Roman"/>
          <w:b/>
          <w:sz w:val="28"/>
          <w:szCs w:val="28"/>
        </w:rPr>
        <w:t>Пояснительная записка к рабочей программе по математике</w:t>
      </w:r>
      <w:r>
        <w:rPr>
          <w:rFonts w:ascii="Times New Roman" w:hAnsi="Times New Roman" w:cs="Times New Roman"/>
          <w:b/>
          <w:sz w:val="28"/>
          <w:szCs w:val="28"/>
        </w:rPr>
        <w:t xml:space="preserve"> в 4 классе</w:t>
      </w:r>
    </w:p>
    <w:p w:rsidR="006155B7" w:rsidRDefault="006155B7" w:rsidP="00872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31525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по математике </w:t>
      </w:r>
      <w:r w:rsidRPr="00A31525">
        <w:rPr>
          <w:rFonts w:ascii="Times New Roman" w:hAnsi="Times New Roman"/>
          <w:sz w:val="28"/>
          <w:szCs w:val="28"/>
        </w:rPr>
        <w:t>разработана на основе</w:t>
      </w:r>
      <w:r>
        <w:rPr>
          <w:rFonts w:ascii="Times New Roman" w:hAnsi="Times New Roman"/>
          <w:sz w:val="28"/>
          <w:szCs w:val="28"/>
        </w:rPr>
        <w:t>:</w:t>
      </w:r>
    </w:p>
    <w:p w:rsidR="006155B7" w:rsidRDefault="006155B7" w:rsidP="00872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1.ООПООО МАОУ»ЗОШ».</w:t>
      </w:r>
    </w:p>
    <w:p w:rsidR="006155B7" w:rsidRDefault="006155B7" w:rsidP="00872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Положение о рабочей программе учебного предмета, курса, курса внеурочной деятельности МАОУ «ЗОШ».</w:t>
      </w:r>
    </w:p>
    <w:p w:rsidR="006155B7" w:rsidRDefault="006155B7" w:rsidP="00872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Verdana" w:hAnsi="Verdana" w:cs="Calibri"/>
          <w:color w:val="000000"/>
          <w:shd w:val="clear" w:color="auto" w:fill="FFFFFF"/>
        </w:rPr>
        <w:t>3. 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 авторской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 М. И. Моро, Ю. М. Колягина, М. А. Бантовой, Г. В. Бельтюковой, С. И. Волковой, С. В. Степановой «Математика» М.: «Просвещение» 2011г</w:t>
      </w:r>
    </w:p>
    <w:p w:rsidR="006155B7" w:rsidRPr="000C6D95" w:rsidRDefault="006155B7" w:rsidP="000C6D95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Цели и задачи учебной программы</w:t>
      </w:r>
    </w:p>
    <w:p w:rsidR="006155B7" w:rsidRPr="00FF3F15" w:rsidRDefault="006155B7" w:rsidP="000C6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Основными</w:t>
      </w:r>
      <w:r w:rsidRPr="00FF3F15">
        <w:rPr>
          <w:rFonts w:ascii="Times New Roman" w:hAnsi="Times New Roman" w:cs="Times New Roman"/>
          <w:b/>
          <w:bCs/>
          <w:sz w:val="28"/>
          <w:szCs w:val="28"/>
        </w:rPr>
        <w:t xml:space="preserve"> целями</w:t>
      </w:r>
      <w:r w:rsidRPr="00FF3F15">
        <w:rPr>
          <w:rFonts w:ascii="Times New Roman" w:hAnsi="Times New Roman" w:cs="Times New Roman"/>
          <w:sz w:val="28"/>
          <w:szCs w:val="28"/>
        </w:rPr>
        <w:t xml:space="preserve"> начального обучения математике являются:</w:t>
      </w:r>
    </w:p>
    <w:p w:rsidR="006155B7" w:rsidRPr="00FF3F15" w:rsidRDefault="006155B7" w:rsidP="000C6D95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Математическое развитие младших школьников.</w:t>
      </w:r>
    </w:p>
    <w:p w:rsidR="006155B7" w:rsidRPr="00FF3F15" w:rsidRDefault="006155B7" w:rsidP="000C6D95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Формирование системы 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>начальных</w:t>
      </w:r>
      <w:r w:rsidRPr="00FF3F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3F15">
        <w:rPr>
          <w:rFonts w:ascii="Times New Roman" w:hAnsi="Times New Roman" w:cs="Times New Roman"/>
          <w:sz w:val="28"/>
          <w:szCs w:val="28"/>
        </w:rPr>
        <w:t>математических знаний.</w:t>
      </w:r>
    </w:p>
    <w:p w:rsidR="006155B7" w:rsidRPr="00FF3F15" w:rsidRDefault="006155B7" w:rsidP="000C6D95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 Воспитание интереса к математике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F3F15">
        <w:rPr>
          <w:rFonts w:ascii="Times New Roman" w:hAnsi="Times New Roman" w:cs="Times New Roman"/>
          <w:sz w:val="28"/>
          <w:szCs w:val="28"/>
        </w:rPr>
        <w:t>к умственной деятельности</w:t>
      </w:r>
    </w:p>
    <w:p w:rsidR="006155B7" w:rsidRPr="00FF3F15" w:rsidRDefault="006155B7" w:rsidP="000C6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Программа определяет ряд </w:t>
      </w:r>
      <w:r w:rsidRPr="00FF3F15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FF3F15">
        <w:rPr>
          <w:rFonts w:ascii="Times New Roman" w:hAnsi="Times New Roman" w:cs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>устанавливать,</w:t>
      </w:r>
      <w:r w:rsidRPr="00FF3F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3F15">
        <w:rPr>
          <w:rFonts w:ascii="Times New Roman" w:hAnsi="Times New Roman" w:cs="Times New Roman"/>
          <w:sz w:val="28"/>
          <w:szCs w:val="28"/>
        </w:rPr>
        <w:t xml:space="preserve">описывать, 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моделировать </w:t>
      </w:r>
      <w:r w:rsidRPr="00FF3F15">
        <w:rPr>
          <w:rFonts w:ascii="Times New Roman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развитие основ логического, знаково-символического и алгоритмического мышления; 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развитие пространственного воображения;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развитие математической речи;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формирование умения вести поиск информации и работать с ней;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clear" w:pos="1440"/>
          <w:tab w:val="num" w:pos="360"/>
          <w:tab w:val="right" w:pos="93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развитие познавательных способностей;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воспитание стремления к расширению математических знаний;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z w:val="28"/>
          <w:szCs w:val="28"/>
        </w:rPr>
        <w:t>формирование критичности мышления;</w:t>
      </w:r>
    </w:p>
    <w:p w:rsidR="006155B7" w:rsidRPr="00FF3F15" w:rsidRDefault="006155B7" w:rsidP="000C6D9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6155B7" w:rsidRPr="00FF3F15" w:rsidRDefault="006155B7" w:rsidP="000C6D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усвоение начальных математических знаний, </w:t>
      </w:r>
      <w:r w:rsidRPr="00FF3F15">
        <w:rPr>
          <w:rFonts w:ascii="Times New Roman" w:hAnsi="Times New Roman" w:cs="Times New Roman"/>
          <w:sz w:val="28"/>
          <w:szCs w:val="28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6155B7" w:rsidRPr="00C54310" w:rsidRDefault="006155B7" w:rsidP="00C54310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kern w:val="2"/>
          <w:sz w:val="28"/>
          <w:szCs w:val="28"/>
          <w:u w:val="single"/>
        </w:rPr>
        <w:t xml:space="preserve">Место </w:t>
      </w:r>
      <w:r w:rsidRPr="009C661D">
        <w:rPr>
          <w:rFonts w:ascii="Times New Roman" w:hAnsi="Times New Roman" w:cs="Times New Roman"/>
          <w:bCs/>
          <w:i/>
          <w:kern w:val="2"/>
          <w:sz w:val="28"/>
          <w:szCs w:val="28"/>
          <w:u w:val="single"/>
        </w:rPr>
        <w:t xml:space="preserve"> предмета в учебном плане</w:t>
      </w:r>
    </w:p>
    <w:p w:rsidR="006155B7" w:rsidRPr="00B57E29" w:rsidRDefault="006155B7" w:rsidP="00B57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по рабочей программе – 136 часов.</w:t>
      </w:r>
    </w:p>
    <w:p w:rsidR="006155B7" w:rsidRDefault="006155B7" w:rsidP="008727C1">
      <w:pPr>
        <w:pStyle w:val="c15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по учебному плану МАОУ «ЗОШ» – 136 часов (4 часа в неделю, 34 учебные недели) </w:t>
      </w:r>
    </w:p>
    <w:p w:rsidR="006155B7" w:rsidRDefault="006155B7" w:rsidP="008727C1">
      <w:pPr>
        <w:pStyle w:val="c15c0"/>
        <w:shd w:val="clear" w:color="auto" w:fill="FFFFFF"/>
        <w:spacing w:before="0" w:beforeAutospacing="0" w:after="0" w:afterAutospacing="0"/>
        <w:jc w:val="center"/>
      </w:pPr>
    </w:p>
    <w:p w:rsidR="006155B7" w:rsidRDefault="006155B7" w:rsidP="008727C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5B7" w:rsidRPr="008727C1" w:rsidRDefault="006155B7" w:rsidP="008727C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7C1">
        <w:rPr>
          <w:rFonts w:ascii="Times New Roman" w:hAnsi="Times New Roman" w:cs="Times New Roman"/>
          <w:b/>
          <w:sz w:val="28"/>
          <w:szCs w:val="28"/>
        </w:rPr>
        <w:t>Используемый УМК:</w:t>
      </w:r>
    </w:p>
    <w:p w:rsidR="006155B7" w:rsidRDefault="006155B7" w:rsidP="008727C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1. Математика. 4 класс. Учебник для общеобразовательных учреждений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 xml:space="preserve"> (с </w:t>
      </w:r>
      <w:r w:rsidRPr="00FF3F15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t>-диском)</w:t>
      </w:r>
      <w:r w:rsidRPr="00FF3F15">
        <w:rPr>
          <w:rFonts w:ascii="Times New Roman" w:hAnsi="Times New Roman" w:cs="Times New Roman"/>
          <w:sz w:val="28"/>
          <w:szCs w:val="28"/>
        </w:rPr>
        <w:t xml:space="preserve">. В 2-х частях /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55B7" w:rsidRPr="003F2979" w:rsidRDefault="006155B7" w:rsidP="008727C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sz w:val="28"/>
          <w:szCs w:val="28"/>
        </w:rPr>
        <w:t>Моро М.И., Волкова С.И., Степанова С.В.  Бантова М.А., Бельтюкова Г.В. – М.: Просвещение, 2012.</w:t>
      </w:r>
    </w:p>
    <w:p w:rsidR="006155B7" w:rsidRPr="00FF3F15" w:rsidRDefault="006155B7" w:rsidP="008727C1">
      <w:pPr>
        <w:pStyle w:val="c15c0"/>
        <w:shd w:val="clear" w:color="auto" w:fill="FFFFFF"/>
        <w:tabs>
          <w:tab w:val="left" w:pos="840"/>
        </w:tabs>
        <w:spacing w:before="0" w:beforeAutospacing="0" w:after="0" w:afterAutospacing="0"/>
        <w:jc w:val="both"/>
        <w:rPr>
          <w:sz w:val="28"/>
          <w:szCs w:val="28"/>
        </w:rPr>
      </w:pPr>
      <w:r w:rsidRPr="00FF3F15">
        <w:rPr>
          <w:sz w:val="28"/>
          <w:szCs w:val="28"/>
        </w:rPr>
        <w:t xml:space="preserve">      </w:t>
      </w:r>
      <w:r>
        <w:rPr>
          <w:rStyle w:val="Strong"/>
          <w:b w:val="0"/>
          <w:bCs w:val="0"/>
          <w:sz w:val="28"/>
          <w:szCs w:val="28"/>
        </w:rPr>
        <w:t xml:space="preserve">  2</w:t>
      </w:r>
      <w:r w:rsidRPr="00FF3F15">
        <w:rPr>
          <w:rStyle w:val="Strong"/>
          <w:b w:val="0"/>
          <w:bCs w:val="0"/>
          <w:sz w:val="28"/>
          <w:szCs w:val="28"/>
        </w:rPr>
        <w:t xml:space="preserve">. Математика. Рабочие программы. 1-4 классы / </w:t>
      </w:r>
      <w:r w:rsidRPr="00FF3F15">
        <w:rPr>
          <w:bCs/>
          <w:sz w:val="28"/>
          <w:szCs w:val="28"/>
        </w:rPr>
        <w:t>Моро</w:t>
      </w:r>
      <w:r w:rsidRPr="00FF3F15">
        <w:rPr>
          <w:sz w:val="28"/>
          <w:szCs w:val="28"/>
        </w:rPr>
        <w:t xml:space="preserve"> М.И., Волкова С.И., Степанова С.В. – М.: Просвещение, 2011.</w:t>
      </w:r>
    </w:p>
    <w:p w:rsidR="006155B7" w:rsidRPr="00FF3F15" w:rsidRDefault="006155B7" w:rsidP="008727C1">
      <w:pPr>
        <w:pStyle w:val="c15c0"/>
        <w:shd w:val="clear" w:color="auto" w:fill="FFFFFF"/>
        <w:tabs>
          <w:tab w:val="left" w:pos="840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Pr="00FF3F15">
        <w:rPr>
          <w:sz w:val="28"/>
          <w:szCs w:val="28"/>
        </w:rPr>
        <w:t>. Контрольно-измерительные материалы. Математика.4 класс/Состав. Ситникова Т.Н.     М.:ВАКО, 2014г.</w:t>
      </w:r>
    </w:p>
    <w:p w:rsidR="006155B7" w:rsidRPr="00B92D85" w:rsidRDefault="006155B7" w:rsidP="008727C1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</w:rPr>
      </w:pPr>
    </w:p>
    <w:p w:rsidR="006155B7" w:rsidRDefault="006155B7" w:rsidP="009C661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5B7" w:rsidRPr="003903E6" w:rsidRDefault="006155B7" w:rsidP="009C661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E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курса: личностные, метапредметные и предметные</w:t>
      </w:r>
    </w:p>
    <w:p w:rsidR="006155B7" w:rsidRDefault="006155B7" w:rsidP="009C661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u w:val="single"/>
        </w:rPr>
      </w:pPr>
    </w:p>
    <w:p w:rsidR="006155B7" w:rsidRPr="003903E6" w:rsidRDefault="006155B7" w:rsidP="009C661D">
      <w:pPr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903E6"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Личностные результаты</w:t>
      </w:r>
    </w:p>
    <w:p w:rsidR="006155B7" w:rsidRPr="00FF3F15" w:rsidRDefault="006155B7" w:rsidP="009C661D">
      <w:pPr>
        <w:spacing w:after="0" w:line="240" w:lineRule="auto"/>
        <w:ind w:right="10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У учащих</w:t>
      </w:r>
      <w:r w:rsidRPr="009C661D">
        <w:rPr>
          <w:rFonts w:ascii="Times New Roman" w:hAnsi="Times New Roman" w:cs="Times New Roman"/>
          <w:i/>
          <w:sz w:val="28"/>
          <w:szCs w:val="28"/>
          <w:lang w:eastAsia="ru-RU"/>
        </w:rPr>
        <w:t>ся будут сформированы</w:t>
      </w:r>
      <w:r w:rsidRPr="00FF3F1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основы целостного восприятия окружающего мира и универсальности математических способов его познания;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уважительное отношение к иному мнению и культуре;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определение наиболее эффективных способов достижения результата, осваивание начальных форм познавательной и личностной рефлексии;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положительное отношение к урокам математики, к обучению, к школе;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мотивы учебной деятельности и личностного смысла учения;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умения и навыки самостоятельной деятельности, осознание личной ответственности за её результат;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6155B7" w:rsidRPr="009C661D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C661D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Учащие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ся получа</w:t>
      </w:r>
      <w:r w:rsidRPr="009C661D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т возможность для формирования:</w:t>
      </w:r>
    </w:p>
    <w:p w:rsidR="006155B7" w:rsidRPr="009C661D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C661D">
        <w:rPr>
          <w:rFonts w:ascii="Times New Roman" w:hAnsi="Times New Roman" w:cs="Times New Roman"/>
          <w:iCs/>
          <w:sz w:val="28"/>
          <w:szCs w:val="28"/>
          <w:lang w:eastAsia="ru-RU"/>
        </w:rPr>
        <w:t>понимания универсальности математических способов познания закономерностей окружающего мира, умения строить и преобразовывать модели его отдельных процессов и явлений;</w:t>
      </w:r>
    </w:p>
    <w:p w:rsidR="006155B7" w:rsidRPr="009C661D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C661D">
        <w:rPr>
          <w:rFonts w:ascii="Times New Roman" w:hAnsi="Times New Roman" w:cs="Times New Roman"/>
          <w:iCs/>
          <w:sz w:val="28"/>
          <w:szCs w:val="28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6155B7" w:rsidRDefault="006155B7" w:rsidP="00D74FDB">
      <w:pPr>
        <w:numPr>
          <w:ilvl w:val="0"/>
          <w:numId w:val="4"/>
        </w:numPr>
        <w:tabs>
          <w:tab w:val="left" w:pos="56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C661D">
        <w:rPr>
          <w:rFonts w:ascii="Times New Roman" w:hAnsi="Times New Roman" w:cs="Times New Roman"/>
          <w:iCs/>
          <w:sz w:val="28"/>
          <w:szCs w:val="28"/>
          <w:lang w:eastAsia="ru-RU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155B7" w:rsidRDefault="006155B7" w:rsidP="009C661D">
      <w:pPr>
        <w:tabs>
          <w:tab w:val="left" w:pos="562"/>
        </w:tabs>
        <w:spacing w:after="0" w:line="240" w:lineRule="auto"/>
        <w:ind w:left="567" w:right="20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6155B7" w:rsidRPr="003903E6" w:rsidRDefault="006155B7" w:rsidP="009C661D">
      <w:pPr>
        <w:tabs>
          <w:tab w:val="left" w:pos="562"/>
        </w:tabs>
        <w:spacing w:after="0" w:line="240" w:lineRule="auto"/>
        <w:ind w:left="567" w:right="20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3903E6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Метапредметные результаты</w:t>
      </w:r>
    </w:p>
    <w:p w:rsidR="006155B7" w:rsidRPr="009C661D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9C661D">
        <w:rPr>
          <w:rFonts w:ascii="Times New Roman" w:hAnsi="Times New Roman" w:cs="Times New Roman"/>
          <w:bCs/>
          <w:i/>
          <w:spacing w:val="10"/>
          <w:sz w:val="28"/>
          <w:szCs w:val="28"/>
          <w:u w:val="single"/>
          <w:lang w:eastAsia="ru-RU"/>
        </w:rPr>
        <w:t>Регулятивные</w:t>
      </w:r>
    </w:p>
    <w:p w:rsidR="006155B7" w:rsidRPr="009C661D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C661D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принимать и сохранять цели и задачи учебной деятельности, искать и находить средства их достижения;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определять наиболее эффективные способы достижения результата, освоение начальнвх форм познавательной и личностной рефлексии;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ставить новые учебные задачи под руководством учителя;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находить несколько способов действий при решении учебной задачи, оценивать их и выбирать наиболее рациональный.</w:t>
      </w:r>
    </w:p>
    <w:p w:rsidR="006155B7" w:rsidRPr="00FF3F15" w:rsidRDefault="006155B7" w:rsidP="00724AB2">
      <w:pPr>
        <w:spacing w:after="0" w:line="240" w:lineRule="auto"/>
        <w:jc w:val="both"/>
        <w:rPr>
          <w:rFonts w:ascii="Georgia" w:hAnsi="Georgia" w:cs="Georgia"/>
          <w:b/>
          <w:bCs/>
          <w:sz w:val="28"/>
          <w:szCs w:val="28"/>
          <w:lang w:eastAsia="ru-RU"/>
        </w:rPr>
      </w:pPr>
      <w:r w:rsidRPr="00FF3F15">
        <w:rPr>
          <w:rFonts w:ascii="Georgia" w:hAnsi="Georgia" w:cs="Georgia"/>
          <w:b/>
          <w:bCs/>
          <w:sz w:val="28"/>
          <w:szCs w:val="28"/>
          <w:lang w:eastAsia="ru-RU"/>
        </w:rPr>
        <w:t xml:space="preserve">                                                             </w:t>
      </w:r>
    </w:p>
    <w:p w:rsidR="006155B7" w:rsidRPr="003903E6" w:rsidRDefault="006155B7" w:rsidP="00724AB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</w:pPr>
      <w:r w:rsidRPr="00FF3F15">
        <w:rPr>
          <w:rFonts w:ascii="Georgia" w:hAnsi="Georgia" w:cs="Georgia"/>
          <w:b/>
          <w:bCs/>
          <w:sz w:val="28"/>
          <w:szCs w:val="28"/>
          <w:lang w:eastAsia="ru-RU"/>
        </w:rPr>
        <w:t xml:space="preserve">      </w:t>
      </w:r>
      <w:r w:rsidRPr="003903E6">
        <w:rPr>
          <w:rFonts w:ascii="Georgia" w:hAnsi="Georgia" w:cs="Georgia"/>
          <w:bCs/>
          <w:i/>
          <w:sz w:val="28"/>
          <w:szCs w:val="28"/>
          <w:u w:val="single"/>
          <w:lang w:eastAsia="ru-RU"/>
        </w:rPr>
        <w:t>Познавательные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3903E6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владеть логическими действиями сравнения, анализа, синтеза, обобщения, классификации по родо-видовым признакам, установления аналогий и причинно-следственных связей, построения рассуждений;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владеть базовыми предметными понятиями и межпредметными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использовать способы решения проблем творческого и поискового характера;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использовать различные способы поиска (в справочных источниках и открытом учебном информационном пространстве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8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61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осуществлять расширенный поиск информации в различных источниках;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77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составлять, записывать и выполнять инструкции (простой алгоритм), план поиска информации;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67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распознавать одну и ту же информацию, представленную в разной форме (таблицы и диаграммы);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9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6155B7" w:rsidRPr="003903E6" w:rsidRDefault="006155B7" w:rsidP="001D6C7F">
      <w:pPr>
        <w:numPr>
          <w:ilvl w:val="0"/>
          <w:numId w:val="4"/>
        </w:numPr>
        <w:tabs>
          <w:tab w:val="left" w:pos="591"/>
        </w:tabs>
        <w:spacing w:after="0" w:line="240" w:lineRule="auto"/>
        <w:ind w:right="20"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  <w:r w:rsidRPr="003903E6">
        <w:rPr>
          <w:rFonts w:ascii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                                                                       </w:t>
      </w:r>
    </w:p>
    <w:p w:rsidR="006155B7" w:rsidRPr="003903E6" w:rsidRDefault="006155B7" w:rsidP="003903E6">
      <w:pPr>
        <w:tabs>
          <w:tab w:val="left" w:pos="591"/>
        </w:tabs>
        <w:spacing w:after="0" w:line="240" w:lineRule="auto"/>
        <w:ind w:left="567" w:right="20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3903E6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Коммуникативные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3903E6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строить речевое высказывание в устной форме, использовать математическую терминологию;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навыкам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обмениваться информацией с одноклассниками, работающими в одной группе;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обосновывать свою позицию и соотносить её с позицией одноклассников, работающих в одной группе.</w:t>
      </w:r>
    </w:p>
    <w:p w:rsidR="006155B7" w:rsidRPr="00FF3F15" w:rsidRDefault="006155B7" w:rsidP="003903E6">
      <w:pPr>
        <w:keepNext/>
        <w:keepLines/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Предметные   результаты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903E6">
        <w:rPr>
          <w:rFonts w:ascii="Times New Roman" w:hAnsi="Times New Roman" w:cs="Times New Roman"/>
          <w:sz w:val="28"/>
          <w:szCs w:val="28"/>
          <w:u w:val="single"/>
          <w:lang w:eastAsia="ru-RU"/>
        </w:rPr>
        <w:t>Числа и величины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3903E6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образовывать, называть, читать, записывать, сравнивать, упорядочивать числа от 0 до 1 000 000;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заменять мелкие единицы счёта крупными и наоборот;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6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классифицировать числа по нескольким основаниям (в более сложных случаях) и объяснять свои действия;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903E6">
        <w:rPr>
          <w:rFonts w:ascii="Times New Roman" w:hAnsi="Times New Roman" w:cs="Times New Roman"/>
          <w:sz w:val="28"/>
          <w:szCs w:val="28"/>
          <w:u w:val="single"/>
          <w:lang w:eastAsia="ru-RU"/>
        </w:rPr>
        <w:t>Арифметические действия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3903E6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10 000), с использованием сложения и умножения чисел, алгоритмов письменных арифметических действий (в том числе деления с остатком);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выделять неизвестный компонент арифметического действия и находить его значение;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вычислять значение числового выражения, содержащего 2—3 арифметических действия (со скобками и без скобок).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выполнять действия с величинами;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610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9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использовать свойства арифметических действий для удобства вычислений;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7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6155B7" w:rsidRPr="003903E6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903E6">
        <w:rPr>
          <w:rFonts w:ascii="Times New Roman" w:hAnsi="Times New Roman" w:cs="Times New Roman"/>
          <w:iCs/>
          <w:sz w:val="28"/>
          <w:szCs w:val="28"/>
          <w:lang w:eastAsia="ru-RU"/>
        </w:rPr>
        <w:t>находить значение буквенного выражения при заданных значениях входящих в него букв.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903E6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Работа с текстовыми задачами</w:t>
      </w:r>
    </w:p>
    <w:p w:rsidR="006155B7" w:rsidRPr="003903E6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3903E6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9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решать арифметическим способом текстовые задачи (в 1—3 действия) и задачи, связанные с повседневной жизнью;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F85228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составлять задачу по краткой записи, по заданной схеме, по решению;</w:t>
      </w:r>
    </w:p>
    <w:p w:rsidR="006155B7" w:rsidRPr="00F85228" w:rsidRDefault="006155B7" w:rsidP="00D74FDB">
      <w:pPr>
        <w:numPr>
          <w:ilvl w:val="0"/>
          <w:numId w:val="4"/>
        </w:numPr>
        <w:tabs>
          <w:tab w:val="left" w:pos="58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</w:p>
    <w:p w:rsidR="006155B7" w:rsidRPr="00F85228" w:rsidRDefault="006155B7" w:rsidP="00D74FDB">
      <w:pPr>
        <w:numPr>
          <w:ilvl w:val="0"/>
          <w:numId w:val="4"/>
        </w:numPr>
        <w:tabs>
          <w:tab w:val="left" w:pos="542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решать задачи в 3—4 действия;</w:t>
      </w:r>
    </w:p>
    <w:p w:rsidR="006155B7" w:rsidRPr="00F85228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находить разные способы решения задачи.</w:t>
      </w:r>
    </w:p>
    <w:p w:rsidR="006155B7" w:rsidRPr="00F85228" w:rsidRDefault="006155B7" w:rsidP="00D74FDB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Пространственные отношения. Геометрические фигуры</w:t>
      </w:r>
    </w:p>
    <w:p w:rsidR="006155B7" w:rsidRPr="00F85228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описывать взаимное расположение предметов на плоскости и в пространстве;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использовать свойства прямоугольника и квадрата для решения задач;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распознавать и называть геометрические тела (куб, шар);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соотносить реальные объекты с моделями геометрических фигур.</w:t>
      </w:r>
    </w:p>
    <w:p w:rsidR="006155B7" w:rsidRPr="00F85228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85228">
        <w:rPr>
          <w:rFonts w:ascii="Times New Roman" w:hAnsi="Times New Roman" w:cs="Times New Roman"/>
          <w:sz w:val="28"/>
          <w:szCs w:val="28"/>
          <w:u w:val="single"/>
          <w:lang w:eastAsia="ru-RU"/>
        </w:rPr>
        <w:t>Геометрические величины</w:t>
      </w:r>
    </w:p>
    <w:p w:rsidR="006155B7" w:rsidRPr="00F85228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научатся: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измерять длину отрезка;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 w:rsidR="006155B7" w:rsidRPr="00FF3F15" w:rsidRDefault="006155B7" w:rsidP="00D74FDB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оценивать размеры геометрических объектов, расстояния приближённо (на глаз).</w:t>
      </w:r>
    </w:p>
    <w:p w:rsidR="006155B7" w:rsidRPr="00FF3F15" w:rsidRDefault="006155B7" w:rsidP="00D74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Учащийся получит возможность научиться:</w:t>
      </w:r>
    </w:p>
    <w:p w:rsidR="006155B7" w:rsidRPr="00F85228" w:rsidRDefault="006155B7" w:rsidP="00D74FDB">
      <w:pPr>
        <w:numPr>
          <w:ilvl w:val="0"/>
          <w:numId w:val="4"/>
        </w:numPr>
        <w:tabs>
          <w:tab w:val="left" w:pos="54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6155B7" w:rsidRPr="00F85228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вычислять периметр многоугольника;</w:t>
      </w:r>
    </w:p>
    <w:p w:rsidR="006155B7" w:rsidRPr="00F85228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находить площадь прямоугольного треугольника;</w:t>
      </w:r>
    </w:p>
    <w:p w:rsidR="006155B7" w:rsidRPr="00FF3F15" w:rsidRDefault="006155B7" w:rsidP="00097A56">
      <w:pPr>
        <w:numPr>
          <w:ilvl w:val="0"/>
          <w:numId w:val="4"/>
        </w:numPr>
        <w:tabs>
          <w:tab w:val="left" w:pos="571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находить площади фигур путём их разбиения на прямоугольники (квадраты) и прямоугольные треугольники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6155B7" w:rsidRPr="00F85228" w:rsidRDefault="006155B7" w:rsidP="00097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85228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Работа с информацией</w:t>
      </w:r>
    </w:p>
    <w:p w:rsidR="006155B7" w:rsidRPr="00F85228" w:rsidRDefault="006155B7" w:rsidP="00097A5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Учащиеся науча</w:t>
      </w:r>
      <w:r w:rsidRPr="00F85228">
        <w:rPr>
          <w:rFonts w:ascii="Times New Roman" w:hAnsi="Times New Roman" w:cs="Times New Roman"/>
          <w:i/>
          <w:sz w:val="28"/>
          <w:szCs w:val="28"/>
          <w:lang w:eastAsia="ru-RU"/>
        </w:rPr>
        <w:t>тся:</w:t>
      </w:r>
    </w:p>
    <w:p w:rsidR="006155B7" w:rsidRPr="00FF3F15" w:rsidRDefault="006155B7" w:rsidP="00097A56">
      <w:pPr>
        <w:numPr>
          <w:ilvl w:val="0"/>
          <w:numId w:val="4"/>
        </w:numPr>
        <w:tabs>
          <w:tab w:val="left" w:pos="5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читать несложные готовые таблицы;</w:t>
      </w:r>
    </w:p>
    <w:p w:rsidR="006155B7" w:rsidRPr="00FF3F15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заполнять несложные готовые таблицы;</w:t>
      </w:r>
    </w:p>
    <w:p w:rsidR="006155B7" w:rsidRPr="00FF3F15" w:rsidRDefault="006155B7" w:rsidP="00097A56">
      <w:pPr>
        <w:numPr>
          <w:ilvl w:val="0"/>
          <w:numId w:val="4"/>
        </w:numPr>
        <w:tabs>
          <w:tab w:val="left" w:pos="5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3F15">
        <w:rPr>
          <w:rFonts w:ascii="Times New Roman" w:hAnsi="Times New Roman" w:cs="Times New Roman"/>
          <w:sz w:val="28"/>
          <w:szCs w:val="28"/>
          <w:lang w:eastAsia="ru-RU"/>
        </w:rPr>
        <w:t>читать несложные готовые столбчатые диаграммы.</w:t>
      </w:r>
    </w:p>
    <w:p w:rsidR="006155B7" w:rsidRPr="00FF3F15" w:rsidRDefault="006155B7" w:rsidP="00097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Учащиеся получа</w:t>
      </w:r>
      <w:r w:rsidRPr="00FF3F1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возможность научиться:</w:t>
      </w:r>
    </w:p>
    <w:p w:rsidR="006155B7" w:rsidRPr="00F85228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4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достраивать несложную готовую столбчатую диаграмму;</w:t>
      </w:r>
    </w:p>
    <w:p w:rsidR="006155B7" w:rsidRPr="00F85228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4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сравнивать и обобщать информацию, представленную в строках и столбцах несложных таблиц и диаграмм;</w:t>
      </w:r>
    </w:p>
    <w:p w:rsidR="006155B7" w:rsidRPr="00F85228" w:rsidRDefault="006155B7" w:rsidP="00097A56">
      <w:pPr>
        <w:numPr>
          <w:ilvl w:val="0"/>
          <w:numId w:val="4"/>
        </w:numPr>
        <w:tabs>
          <w:tab w:val="left" w:pos="566"/>
        </w:tabs>
        <w:spacing w:after="0" w:line="240" w:lineRule="auto"/>
        <w:ind w:right="40" w:firstLine="567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85228">
        <w:rPr>
          <w:rFonts w:ascii="Times New Roman" w:hAnsi="Times New Roman" w:cs="Times New Roman"/>
          <w:iCs/>
          <w:sz w:val="28"/>
          <w:szCs w:val="28"/>
          <w:lang w:eastAsia="ru-RU"/>
        </w:rPr>
        <w:t>понимать простейшие выражения, содержащие логические связки и слова (... и ..., если то ..., верно/ неверно, что ..., каждый, все, некоторые, не).</w:t>
      </w:r>
    </w:p>
    <w:p w:rsidR="006155B7" w:rsidRDefault="006155B7" w:rsidP="00097A56">
      <w:pPr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55B7" w:rsidRPr="00097A56" w:rsidRDefault="006155B7" w:rsidP="00097A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Pr="00FF3F15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курса</w:t>
      </w:r>
    </w:p>
    <w:tbl>
      <w:tblPr>
        <w:tblW w:w="8867" w:type="dxa"/>
        <w:tblInd w:w="-38" w:type="dxa"/>
        <w:tblCellMar>
          <w:left w:w="40" w:type="dxa"/>
          <w:right w:w="40" w:type="dxa"/>
        </w:tblCellMar>
        <w:tblLook w:val="00A0"/>
      </w:tblPr>
      <w:tblGrid>
        <w:gridCol w:w="840"/>
        <w:gridCol w:w="4767"/>
        <w:gridCol w:w="3260"/>
      </w:tblGrid>
      <w:tr w:rsidR="006155B7" w:rsidRPr="00FF3F15" w:rsidTr="00B34B02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6155B7" w:rsidRPr="00FF3F15" w:rsidRDefault="006155B7" w:rsidP="005D1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6155B7" w:rsidRPr="00FF3F15" w:rsidTr="00B34B02">
        <w:trPr>
          <w:trHeight w:val="6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750EB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Числа от 1 до 1000. Повторение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750EB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12+1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6155B7" w:rsidRPr="00FF3F15" w:rsidTr="00B34B02">
        <w:trPr>
          <w:trHeight w:val="5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750EB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Числа, которые больше 1000. Нумерация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750EB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10+ 1 КР</w:t>
            </w:r>
          </w:p>
        </w:tc>
      </w:tr>
      <w:tr w:rsidR="006155B7" w:rsidRPr="00FF3F15" w:rsidTr="00B34B02">
        <w:trPr>
          <w:trHeight w:val="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BC27AE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B7" w:rsidRPr="00FF3F15" w:rsidRDefault="006155B7" w:rsidP="00BC27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Величины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15+1КР</w:t>
            </w:r>
          </w:p>
        </w:tc>
      </w:tr>
      <w:tr w:rsidR="006155B7" w:rsidRPr="00FF3F15" w:rsidTr="00B34B02">
        <w:trPr>
          <w:trHeight w:val="2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05097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Числа, которые больше 1000. Сложение и вычитание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13+1КР</w:t>
            </w:r>
          </w:p>
        </w:tc>
      </w:tr>
      <w:tr w:rsidR="006155B7" w:rsidRPr="00FF3F15" w:rsidTr="00B34B02">
        <w:trPr>
          <w:trHeight w:val="2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Числа, которые больше 1000. Умножение и деление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69+5</w:t>
            </w:r>
          </w:p>
        </w:tc>
      </w:tr>
      <w:tr w:rsidR="006155B7" w:rsidRPr="00FF3F15" w:rsidTr="00B34B02">
        <w:trPr>
          <w:trHeight w:val="2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Итоговое повторение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7+1</w:t>
            </w:r>
          </w:p>
        </w:tc>
      </w:tr>
      <w:tr w:rsidR="006155B7" w:rsidRPr="00FF3F15" w:rsidTr="00B34B02">
        <w:trPr>
          <w:trHeight w:val="2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5B7" w:rsidRPr="00FF3F15" w:rsidRDefault="006155B7" w:rsidP="005D10BB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B7" w:rsidRPr="00FF3F15" w:rsidRDefault="006155B7" w:rsidP="005D10B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</w:tr>
    </w:tbl>
    <w:p w:rsidR="006155B7" w:rsidRPr="00FF3F15" w:rsidRDefault="006155B7" w:rsidP="00724AB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mallCaps/>
          <w:color w:val="000000"/>
          <w:spacing w:val="-9"/>
          <w:sz w:val="28"/>
          <w:szCs w:val="28"/>
        </w:rPr>
      </w:pP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3F1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Числа от 1 до 1000 </w:t>
      </w:r>
      <w:r w:rsidRPr="00FF3F1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Повторение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(13 ч)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</w:t>
      </w:r>
      <w:r w:rsidRPr="00FF3F15">
        <w:rPr>
          <w:rFonts w:ascii="Times New Roman" w:hAnsi="Times New Roman" w:cs="Times New Roman"/>
          <w:color w:val="000000"/>
          <w:spacing w:val="-2"/>
          <w:sz w:val="28"/>
          <w:szCs w:val="28"/>
        </w:rPr>
        <w:t>Четыре арифметических действия. Порядок их выполнения в выражениях, содержа</w:t>
      </w:r>
      <w:r w:rsidRPr="00FF3F15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щих 2-4 действия. Письменные приёмы вычислений.</w:t>
      </w:r>
    </w:p>
    <w:p w:rsidR="006155B7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Числа, которые больше 1000 </w:t>
      </w:r>
      <w:r w:rsidRPr="00FF3F1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Нумерация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(11 ч) 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Новая счетная единица — тысяча.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Разряды и классы: класс единиц, класс тысяч, класс миллионов и т. д.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Чтение, запись и сравнение многозначных чисел.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Представление многозначного числа в виде суммы разрядных слагаемых.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Увеличение (уменьшение) числа в 10, 100, 1000 раз.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Величины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(16 ч)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9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Единицы длины: миллиметр, сантиметр, дециметр, метр, километр. Соотношения ме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6"/>
          <w:sz w:val="28"/>
          <w:szCs w:val="28"/>
        </w:rPr>
        <w:t>жду ними.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76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Единицы площади: квадратный миллиметр, квадратный сантиметр, квадратный деци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метр, квадратный метр, квадратный километр. Соотношения между ними.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Единицы массы: грамм, килограмм, центнер, тонна. Соотношения между ними.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81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Единицы времени: секунда, минута, час, сутки, месяц, год, век. Соотношения между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ними. Задачи на определение начала, конца события, его продолжительности.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Сложение и вычитание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(14 ч)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Сложение и вычитание (обобщение и систематизация знаний): задачи, решаемые сло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2"/>
          <w:sz w:val="28"/>
          <w:szCs w:val="28"/>
        </w:rPr>
        <w:t>жением и вычитанием; сложение и вычитание с числом 0; переместительное и сочетатель</w:t>
      </w: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ное свойства сложения и их использование для рационализации вычислений; взаимосвязь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между компонентами и результатами сложения и вычитания; способы проверки сложения и </w:t>
      </w:r>
      <w:r w:rsidRPr="00FF3F15">
        <w:rPr>
          <w:rFonts w:ascii="Times New Roman" w:hAnsi="Times New Roman" w:cs="Times New Roman"/>
          <w:color w:val="000000"/>
          <w:spacing w:val="-7"/>
          <w:sz w:val="28"/>
          <w:szCs w:val="28"/>
        </w:rPr>
        <w:t>вычитания.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Решение уравнений вида: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3"/>
          <w:sz w:val="28"/>
          <w:szCs w:val="28"/>
        </w:rPr>
        <w:t>х +312 = 654+ 79,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5"/>
          <w:sz w:val="28"/>
          <w:szCs w:val="28"/>
        </w:rPr>
        <w:t>729-х = 217 + 163,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3"/>
          <w:sz w:val="28"/>
          <w:szCs w:val="28"/>
        </w:rPr>
        <w:t>х-137 = 500-140.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57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Устное сложение и вычитание чисел в случаях, сводимых к действиям в пределах 100,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и письменное — в остальных случаях.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Сложение и вычитание значений величин.</w:t>
      </w:r>
    </w:p>
    <w:p w:rsidR="006155B7" w:rsidRPr="00FF3F15" w:rsidRDefault="006155B7" w:rsidP="00877E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Умножение и деление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(74 ч)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81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Умножение и деление (обобщение и систематизация знаний): задачи, решаемые ум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ножением и делением; случаи умножения с числами 1 и 0; деление числа 0 и невозможность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становки множителей, умножения суммы на число и числа на сумму, деления суммы на чис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t>ло, умножения и деления числа на произведение; взаимосвязь между компонентами и ре</w:t>
      </w: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зультатами умножения и деления; способы проверки умножения и деления.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81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Решение уравнений вида 6 - </w:t>
      </w:r>
      <w:r w:rsidRPr="00FF3F15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х =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429 +120, </w:t>
      </w:r>
      <w:r w:rsidRPr="00FF3F15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х -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18 = 270-50, 360:х=630:7 на основе взаи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мосвязей между компонентами и результатами действий.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57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Устное умножение и деление на однозначное число в случаях, сводимых к действиям в 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пределах 100; умножение и деление на 10, 100, 1000.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9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z w:val="28"/>
          <w:szCs w:val="28"/>
        </w:rP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</w:t>
      </w:r>
      <w:r w:rsidRPr="00FF3F1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t>ления).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Умножение и деление значений величин на однозначное число.</w:t>
      </w:r>
    </w:p>
    <w:p w:rsidR="006155B7" w:rsidRPr="00FF3F15" w:rsidRDefault="006155B7" w:rsidP="00877E34">
      <w:pPr>
        <w:shd w:val="clear" w:color="auto" w:fill="FFFFFF"/>
        <w:spacing w:after="0" w:line="240" w:lineRule="auto"/>
        <w:ind w:firstLine="576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Связь между величинами (скорость, время, расстояние; масса одного предмета, коли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чество предметов, масса всех предметов и др.).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течение всего года проводится: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вычисление значений числовых выражений в 2 — 4 действия (со скобками и без них),</w:t>
      </w: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  <w:t>требующих применения всех изученных правил о порядке выполнения действий;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 задач в одно действие, раскрывающих смысл арифметических действий;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нахождение неизвестных компонентов действий;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отношения </w:t>
      </w:r>
      <w:r w:rsidRPr="00FF3F15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больше, меньше, равно;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взаимосвязь между величинами;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 задач в 2—4 действия;</w:t>
      </w:r>
    </w:p>
    <w:p w:rsidR="006155B7" w:rsidRPr="00FF3F15" w:rsidRDefault="006155B7" w:rsidP="00877E34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 задач на распознавание геометрических фигур в составе более сложных;</w:t>
      </w:r>
    </w:p>
    <w:p w:rsidR="006155B7" w:rsidRPr="00FF3F15" w:rsidRDefault="006155B7" w:rsidP="00877E34">
      <w:pPr>
        <w:pStyle w:val="ListParagraph"/>
        <w:numPr>
          <w:ilvl w:val="0"/>
          <w:numId w:val="5"/>
        </w:numPr>
        <w:shd w:val="clear" w:color="auto" w:fill="FFFFFF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разбиение фигуры на заданные части; составление заданной фигуры из 2 — 3 ее </w:t>
      </w:r>
      <w:r w:rsidRPr="00FF3F15">
        <w:rPr>
          <w:rFonts w:ascii="Times New Roman" w:hAnsi="Times New Roman" w:cs="Times New Roman"/>
          <w:color w:val="000000"/>
          <w:spacing w:val="-7"/>
          <w:sz w:val="28"/>
          <w:szCs w:val="28"/>
        </w:rPr>
        <w:t>частей;</w:t>
      </w:r>
    </w:p>
    <w:p w:rsidR="006155B7" w:rsidRPr="00FF3F15" w:rsidRDefault="006155B7" w:rsidP="00877E34">
      <w:pPr>
        <w:pStyle w:val="ListParagraph"/>
        <w:numPr>
          <w:ilvl w:val="0"/>
          <w:numId w:val="5"/>
        </w:numPr>
        <w:shd w:val="clear" w:color="auto" w:fill="FFFFFF"/>
        <w:tabs>
          <w:tab w:val="left" w:pos="725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3F15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построение изученных фигур с помощью линейки и циркуля.</w:t>
      </w:r>
    </w:p>
    <w:p w:rsidR="006155B7" w:rsidRPr="00FF3F15" w:rsidRDefault="006155B7" w:rsidP="00877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Итоговое повторение </w:t>
      </w:r>
      <w:r w:rsidRPr="00FF3F15">
        <w:rPr>
          <w:rFonts w:ascii="Times New Roman" w:hAnsi="Times New Roman" w:cs="Times New Roman"/>
          <w:color w:val="000000"/>
          <w:spacing w:val="-5"/>
          <w:sz w:val="28"/>
          <w:szCs w:val="28"/>
        </w:rPr>
        <w:t>(8 ч)</w:t>
      </w:r>
    </w:p>
    <w:p w:rsidR="006155B7" w:rsidRPr="00FF3F15" w:rsidRDefault="006155B7" w:rsidP="00D74FD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55B7" w:rsidRPr="00BC27AE" w:rsidRDefault="006155B7" w:rsidP="00D74FD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6155B7" w:rsidRPr="00BC27AE" w:rsidRDefault="006155B7" w:rsidP="00724AB2">
      <w:pPr>
        <w:shd w:val="clear" w:color="auto" w:fill="FFFFFF"/>
        <w:spacing w:after="0"/>
        <w:jc w:val="center"/>
        <w:rPr>
          <w:sz w:val="24"/>
          <w:szCs w:val="24"/>
        </w:rPr>
      </w:pPr>
      <w:r w:rsidRPr="00730189">
        <w:rPr>
          <w:sz w:val="24"/>
          <w:szCs w:val="24"/>
        </w:rPr>
        <w:t xml:space="preserve">                      </w:t>
      </w:r>
    </w:p>
    <w:p w:rsidR="006155B7" w:rsidRPr="00BC27AE" w:rsidRDefault="006155B7" w:rsidP="00724AB2">
      <w:pPr>
        <w:shd w:val="clear" w:color="auto" w:fill="FFFFFF"/>
        <w:spacing w:after="0"/>
        <w:jc w:val="center"/>
        <w:rPr>
          <w:sz w:val="24"/>
          <w:szCs w:val="24"/>
        </w:rPr>
      </w:pPr>
    </w:p>
    <w:p w:rsidR="006155B7" w:rsidRPr="00BC27AE" w:rsidRDefault="006155B7" w:rsidP="00724AB2">
      <w:pPr>
        <w:shd w:val="clear" w:color="auto" w:fill="FFFFFF"/>
        <w:spacing w:after="0"/>
        <w:jc w:val="center"/>
        <w:rPr>
          <w:sz w:val="24"/>
          <w:szCs w:val="24"/>
        </w:rPr>
      </w:pPr>
    </w:p>
    <w:p w:rsidR="006155B7" w:rsidRPr="00C212CE" w:rsidRDefault="006155B7" w:rsidP="00724A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5B7" w:rsidRPr="00C212CE" w:rsidRDefault="006155B7" w:rsidP="00D74FD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55B7" w:rsidRPr="00C212CE" w:rsidRDefault="006155B7" w:rsidP="00D74FD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55B7" w:rsidRDefault="006155B7" w:rsidP="00D74FDB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155B7" w:rsidRDefault="006155B7" w:rsidP="00D74FDB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155B7" w:rsidRDefault="006155B7" w:rsidP="00D74FDB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155B7" w:rsidRDefault="006155B7" w:rsidP="00D74FDB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155B7" w:rsidRDefault="006155B7" w:rsidP="00D74FDB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6155B7" w:rsidRPr="00097A56" w:rsidRDefault="006155B7" w:rsidP="00097A56">
      <w:pPr>
        <w:rPr>
          <w:rFonts w:ascii="Times New Roman" w:hAnsi="Times New Roman" w:cs="Times New Roman"/>
        </w:rPr>
        <w:sectPr w:rsidR="006155B7" w:rsidRPr="00097A56" w:rsidSect="009C05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55B7" w:rsidRPr="0022223A" w:rsidRDefault="006155B7" w:rsidP="0022223A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FF3F15">
        <w:rPr>
          <w:rFonts w:ascii="Times New Roman" w:hAnsi="Times New Roman" w:cs="Times New Roman"/>
          <w:b/>
          <w:bCs/>
          <w:smallCaps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по математике на 4 класс</w:t>
      </w:r>
    </w:p>
    <w:tbl>
      <w:tblPr>
        <w:tblW w:w="38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9"/>
        <w:gridCol w:w="995"/>
        <w:gridCol w:w="194"/>
        <w:gridCol w:w="2494"/>
        <w:gridCol w:w="3826"/>
        <w:gridCol w:w="1845"/>
        <w:gridCol w:w="143"/>
        <w:gridCol w:w="7"/>
        <w:gridCol w:w="1971"/>
        <w:gridCol w:w="32"/>
      </w:tblGrid>
      <w:tr w:rsidR="006155B7" w:rsidRPr="00FF3F15" w:rsidTr="009C4824">
        <w:trPr>
          <w:jc w:val="center"/>
        </w:trPr>
        <w:tc>
          <w:tcPr>
            <w:tcW w:w="317" w:type="pct"/>
            <w:vAlign w:val="center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05" w:type="pct"/>
            <w:vAlign w:val="center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57" w:type="pct"/>
            <w:vAlign w:val="center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B7" w:rsidRPr="00246A9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A95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домашнее задание</w:t>
            </w:r>
          </w:p>
        </w:tc>
        <w:tc>
          <w:tcPr>
            <w:tcW w:w="87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B7" w:rsidRPr="00246A9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A9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155B7" w:rsidRPr="00FF3F15" w:rsidTr="009C4824">
        <w:trPr>
          <w:gridAfter w:val="7"/>
          <w:wAfter w:w="4199" w:type="pct"/>
          <w:jc w:val="center"/>
        </w:trPr>
        <w:tc>
          <w:tcPr>
            <w:tcW w:w="801" w:type="pct"/>
            <w:gridSpan w:val="3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Нумерация. Счёт предметов. Разряды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числа натурального ряда от 100 до 1000.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вычислительных навыков, решение задач разными способами; составление задач, обратных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данной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5№9,10</w:t>
            </w:r>
          </w:p>
        </w:tc>
        <w:tc>
          <w:tcPr>
            <w:tcW w:w="805" w:type="pct"/>
            <w:gridSpan w:val="2"/>
          </w:tcPr>
          <w:p w:rsidR="006155B7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Числовые выра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жения. Порядок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выполнения дей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ствий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правил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выполнения действий в числовых выражениях со скобками и без скобок при вычислениях значений числовых выражений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7 №17,21,22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1164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Нахождение суммы нескольких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слагаемых </w:t>
            </w:r>
          </w:p>
        </w:tc>
        <w:tc>
          <w:tcPr>
            <w:tcW w:w="1557" w:type="pct"/>
          </w:tcPr>
          <w:p w:rsidR="006155B7" w:rsidRPr="00013854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 письменных вычислений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 натуральны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ми числами. Нахо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чи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8 №27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Вычитание трёх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значных чисел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Выполнение  письменных вычитаний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трёхзначных чисел. Нахо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ждение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чи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9 №35,36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Приёмы письменного умножения трехзначных чи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сел на однозначные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в пределах 1000 с переходом через разряд многозначного числа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однозначное. Совершенствование 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10 №42,43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Письменное умножение однозначных чисел на многозначные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переместительного свойства умножения. Умножение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в пределах 1000 с 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еходом через разряд многозначного числа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однозначное.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11№52,53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Приёмы письменного деления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трехзначных чи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сел на однозначные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 числа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однозначное.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12 №59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Деление трёхзначных чисел на однозначные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 на однозначное. Использование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деления числа на 1,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нуля на число.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с13№66,67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Приемы письмен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ного деления трёхзначных чисел на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 число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 числа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однозначное.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с14№72,73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Деление трех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значного числа на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однозначное, ко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гда в записи част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ного есть нуль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 числа на однозначное,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когда в записи частного есть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нуль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15№79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со столбчатыми диаграммами. Чтение и составление столбчатых диаграмм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диаграммы для сбора и представления данных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18 №7,9,10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материала. Входная контрольная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работа.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тест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Работа  в паре. Нахождение  и исправление  неверных высказываний. Изложение и отстаивание своего мнения, аргументирование своей точки зрения, оценивание точки зрения товарища, обсуждение  высказанных мнений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094" w:type="pct"/>
            <w:gridSpan w:val="2"/>
          </w:tcPr>
          <w:p w:rsidR="006155B7" w:rsidRPr="009D7D8B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Взаимная проверка знаний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Выполнение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льной работы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С.19 №2,4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Нумерация.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единиц и класс тысяч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 предметов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десятк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ами, сотнями, тысячами. Выделение количества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сотен, десятков,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единиц в числе.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бу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квенные выражения. Анализ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действий и управление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ими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С.23 №91,93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Чтение многозначных чисел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 количества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сотен, десятков,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единиц в числе. Совершенствование вычислительных навыков. Анализ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действий и управление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ими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С.24 №96,99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Запись многозначных чисел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 количества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сотен, десятков,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единиц в числе. Совершенствование вычислительных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С.25 №105,106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ставление многозначных чисел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 виде суммы раз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рядных слагаемых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многозначного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сумм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разрядных слагаемых. Выделение  в числе единиц каждого разряда. Определение  и название  общего количества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единиц любого разряда, содержащихся в числе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С.26.№116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многозначных чисел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Упорядочивание заданных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ел. Устанавливание правила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по которому составлена числова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последовательность, продолжение её, восстановление    пропущенных в ней элементов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Группировка чисел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заданному или самостоятельно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становленному признаку, нахождение  нескольких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вариантов группировки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С.27 №123,124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Увеличение и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чис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ла в 10, 100, 1000 раз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вильности выполненных вычислений, решение текстовых задач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арифметическим спо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собом,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  увеличения и уменьшения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числа в 10, 100, 1000 раз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С.28 №132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Выделение в числе об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щего количества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единиц любого разряда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ности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чисел в пределах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100 000. Чтение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запис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 сравнивание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чис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ла в пределах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1 000 000. Нахождение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количества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единиц какого-либо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разряда в многознач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ном числе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С.29 №141,142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Класс миллионов 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класс миллиардов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Называние классов и разрядов</w:t>
            </w:r>
            <w:r w:rsidRPr="00FF3F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: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единиц, класс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тысяч, класс мил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лионов. Чтение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числа в пределах 1 000 000 000</w:t>
            </w:r>
          </w:p>
          <w:p w:rsidR="006155B7" w:rsidRPr="00FF3F15" w:rsidRDefault="006155B7" w:rsidP="009C48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Выполнение проверочной работы.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С.30 №147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Проект: «Математика вокруг нас». Создание математического справочника «Наш город (село)»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информации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 своём городе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селе) и на этой основе создание математического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справочник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«Наш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 (село) в числах». Использование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справочника для составления и решения различн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текстовых задач. Сотрудничество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работы. Анализ и оценка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работы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 . «Что узнали. Чему научились».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поставленными при изучении 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С.34 №9,10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по теме «Числа,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которые больше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1000.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Нумерация»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теме.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лнение действий, соотнесение, сравнивание,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знаний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 над ошибками.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Единица длины – километр.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длины </w:t>
            </w:r>
          </w:p>
        </w:tc>
        <w:tc>
          <w:tcPr>
            <w:tcW w:w="1557" w:type="pct"/>
          </w:tcPr>
          <w:p w:rsidR="006155B7" w:rsidRPr="00013854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единиц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длины в другие: мелкие в более крупные и крупные в более мелкие, используя соотношения между ними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С.35 №13,14,17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Соотношение между единицами длины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другие: мелкие в более крупные и крупные в более мелкие, исп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ользуя соотношения между ними. Замер и сравнение длин; упорядочивание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значения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С.37 № 154,?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единиц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С.38 №163,164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площади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лощадей равных фигур. 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площади в другие, используя соотношения между ними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С.40 №172,176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площади с помощью палетки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 площадей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фигур произвольной формы, исп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ользуя палетку.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С.41 №183,184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Масса. Единицы массы: центнер, тонна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единиц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массы в другие, используя соотношения между ними.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Приводят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и описание ситуаций, требующих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перехода от одних единиц измерения к другим (от мелких к более крупным и от крупных к более мелким)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С.42 №188,?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массы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массы в другие, используя соотношения между ними.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ситуаций, требующих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объектов по массе, упорядочивание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С.44 №198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по теме «Величины»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работа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та над ошибками. </w:t>
            </w:r>
          </w:p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 .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пройденного. «Что узнали. Чему научились»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усвоения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изучаемой темы.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длины, площади, массы в другие, используя соотношения между ними </w:t>
            </w:r>
          </w:p>
          <w:p w:rsidR="006155B7" w:rsidRPr="00013854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С.45№206,208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Время. Единицы времени: год, месяц, неделя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времени в другие.</w:t>
            </w:r>
          </w:p>
          <w:p w:rsidR="006155B7" w:rsidRPr="00FF3F15" w:rsidRDefault="006155B7" w:rsidP="009C48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ситуаций, требующих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сравнения событий по продолжительности, 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орядочивание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С.46 № 213,216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Единица времени – сутки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единиц времени: сутки, закрепление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о временной последовательности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бытий. Использование приобретенных знаний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для определения вре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мени по часам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часах и минутах), сравни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величин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 числовым значениям, выражение данных величин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единицах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С.47 №222.?</w:t>
            </w:r>
          </w:p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начала, продолжительности и конца события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устных и письменных вычислительных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, умение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С.48 №230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Единица времени – секунда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единиц времени – секунда. Сравнивание величин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 числовым значениям, выражение данных величин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единицах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С.49 №238,?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Единица времени – век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единицы времени – век. Сравни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величин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их числовым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значениям, выражение данных величин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единицах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С.50 №245, с.51№251</w:t>
            </w:r>
          </w:p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Проверочная работа  по теме «Величины»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времени в другие, используя соотношения между ними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Выполнение проверочной работы</w:t>
            </w:r>
          </w:p>
          <w:p w:rsidR="006155B7" w:rsidRPr="00FF3F15" w:rsidRDefault="006155B7" w:rsidP="009C48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С.51 №252,253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 Тест  «Проверим себя и оценим свои достижения»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игнутых результатов и недочётов, проявление личной заинтересованности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С.52 № 259,?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приёмы вычислений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сложения и вычитания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многозначных чисел, опираясь на знание алгори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тмов их выполнения.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выполнения арифметических действий (сложение, вычитание)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С.54 №13,14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Приём письменного вычитания для случаев вида </w:t>
            </w:r>
          </w:p>
          <w:p w:rsidR="006155B7" w:rsidRPr="00FF3F15" w:rsidRDefault="006155B7" w:rsidP="009C482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7000 – 456,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57001 – 18032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письменного сложения и вычитания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многозначных чисел, опираясь на знание алгори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тмов их выполнения.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выполнения арифметических действий (сложение, вычитание)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С.55 №27,28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слагаемого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связи  между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при сложении. Нахождение неизвестного слагаемого. Объяснение решения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проверки. Выполнение вычисления и проверки.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С.60 №265,?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 связи  между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 при вычитании. Нахождение неизвестного уменьшаемого, неизвестного вычитаемого. Объяснение решения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их проверку. Совершенствование устных и письменных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С.61 №274,275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нескольких долей целого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 одной доли от целого числа, нахождение нескольких  долей от целого числа. Решение уравнений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их решений.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С.62 №280,281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нескольких долей целого. Закрепление пройденного материала.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нахождение 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кольких долей целого. Проверка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выполнения деления с остатком. Сравнение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величин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С.63 №287,289,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раскрывающих смысл арифметических действий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свойств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арифметических дей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ствий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нии вычислений. Решение задач при помощи составления уравнения. Расстановка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скоб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числовом выражении для приведения к верному решению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С.64 №294(4),295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1169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значений величин 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величинами, значения которых выражены в разны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единицах измерения. Запись вычислений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строчку и столбиком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С.65 №304.305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Решение задач на увеличение (уменьшение) числа на несколько единиц, выраженных в косвенной форме.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Проверочная работа  по теме «Сложение и вычитание»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между величина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в текстовых задачах и решение их. Выполнение сложения и вычитания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величин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С.66 №311.312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«Сложение и вычитание»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свойств 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арифметических дей</w:t>
            </w: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ствий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нии вычислений. Решение задач при помощи составления уравнения. Расстановка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скоб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числовом выражении для приведения к верному решению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«Странички для любознательных».</w:t>
            </w:r>
          </w:p>
        </w:tc>
        <w:tc>
          <w:tcPr>
            <w:tcW w:w="1557" w:type="pct"/>
          </w:tcPr>
          <w:p w:rsidR="006155B7" w:rsidRPr="0041785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сложения и вычитания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многозначных чисел, опираясь на знание алгоритмов их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лнения.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выполнения арифметических действий (сложение, вычитание)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С.67 №317,318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094" w:type="pct"/>
            <w:gridSpan w:val="2"/>
          </w:tcPr>
          <w:p w:rsidR="006155B7" w:rsidRPr="00650BAF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Тест№2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«проверим и оценим свои достижения».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ольная работа по теме. Выполнение заданий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поискового характера, применение знаний и способов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в изменённых условиях.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поставленными при изучении темы, оценивать их и делать выводы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1362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его свойства. Умножение на 0 и 1 </w:t>
            </w:r>
          </w:p>
        </w:tc>
        <w:tc>
          <w:tcPr>
            <w:tcW w:w="1557" w:type="pct"/>
          </w:tcPr>
          <w:p w:rsidR="006155B7" w:rsidRPr="0041785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умножения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уя свойства умножения. Применение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 вычислениях свойства умножения на 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1. Нахождение  значения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буквенных выражений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С.68 №324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1401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41785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умножения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любого многозначного числа на однозначное так же, как и умножение трёхзначног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числа на однозначное. Умножение  именованных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однозначные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С.69 № 7,11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0 и 1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 вычислениях свойства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множения на 0 и на 1. Записывание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выражений и вычисление их значений.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С.72 № 14.15.16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Умножение чисел, запись которых оканчивается нулями.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Математический диктант 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 выполнения умножения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чисел, запись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оканчивается нулями. Нахождение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стат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однозначное число и проверка  вычислений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С.73 №25,на полях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множителя, неизвестного делимого, неизвестного делителя . Проверочная работа по теме «Умножение и деление»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связи между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 умножении и делении. Нахождение неизвестного множителя, неизвестного делимого, неизвестного делителя. Объяснение решения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и их проверки. Совершенствование устных и письменных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С.76 №331.332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Деление многозначного числа на однозначное.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деления суммы на число при реш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ении примеров и задач. Оценивание результатов освоения темы, проявление личной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способов действий. Анализ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 действий и </w:t>
            </w:r>
            <w:r w:rsidRPr="001A375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С.77 №338,339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, как выполнено деление многозначного числа на однозначное 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С.78 №348,?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за 1полугодие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контрольной работы. Соотнесение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 над ошибками.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, как выполнено деление многозначного числа на однозначное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С.79 №355,356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увели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чение (уменьшение) числа в несколько раз, выраженных в косвенной форме.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текстовых задач и решение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С.80 №361.362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как выполнено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ние, пользуясь планом. Выполнение  деления с объяснением.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решения текстовых задач и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С.81 №370.371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Решение задач на пропорциональное деление.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текстовых задач и решение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С.82 №375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как выполнено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ние, пользуясь планом. Выполнение деления с объяснением.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текстовых задач и решение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С.83 №379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1685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пропорциональное деление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Сравнивание решения задач. Определение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сколько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цифр будет в частном, выполнение деления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С.84 №385.386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многозначного числа на однозначное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делимого по результа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 в частном и остатку. Нахождение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одинаковым значением, нахождение значения уравнений и решение текстовых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С.85 № 393,394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Деление многозначного числа на однозначное.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 по теме «Умножение и деление на однозначное число»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деления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многозначного числа на  однозначное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выполнение проверки. Составление уравнений и решение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их. Нахо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ждение значения буквенных выражений, решение текстовых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С.86 №399,400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 Тест  «Проверим себя и оценим свои достижения».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Анализ результатов.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усвоения учебного материала,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 делать выводы, планирование действий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устранению выявленных недочётов,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С.87 №408,409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Контрольная работа  по теме «Умножение и деление на однозначное число»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контрольной работы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 над ошибками.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текстовых задач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способом. Нахо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периметр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рямоугольника (квадрата). Решение уравнений. Совершенствование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вычислительн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С.88 №416.417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Скорость. Время. Расстояние. Единицы скорости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взаимосвязи между величинами: скорост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ь, время, расстояние. 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диниц скорости в другие. Нахождение значения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буквенных и числовых выражений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С.89 №423,425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29. 01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Записыва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величинами: скорость, врем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расстояние в таблицу и решение их. Составление по выражению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величинами: скорость, время, расстояние. Нахо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ждение значений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 и числовых выражений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С.90 №434,435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величинами: скорость, врем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расстояние в таблицу и решение  их. 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длины, массы, времени, площади в другие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С.91 №9,10,11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Решение задач на движение.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 по теме «Скорость. Время. Расстояние»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величинами: скорость, врем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расстояние в таблицу и решение их. Составление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чертежу на одновременное встречн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движение. Нахождение значения числовых выражений и проверка вычислений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калькуляторе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числа на произведение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числа на произведение в устных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исьменных вычислениях. Выполнение умножения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числа на произведен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разными способами, сравнивание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вычислений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С.92 №20.21,27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числа на произведение в 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сьменных вычислениях, запись решения столбиком.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одновременное встречное движение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С.93 №30.31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числа на произведение в 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сьменных вычислениях, записывание решения столбиком. Сравнивание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именованных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чисел.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одновременное встречное движение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С.94 №39.41,42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двух чисел, оканчивающихся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числа на произведение в 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сьменных вычислениях, записывание решения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столбиком.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одновременно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встречное движение. Перевод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единиц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площади в другие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С.95 №48.49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одновременное встречное движение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одновременн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встречное движение: выполнение схематических чертежей, сравнивание задач и их решений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Перестановка и группировка множителей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переместительного свойства умножения и свойства группировки множителей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нахождении значения числового выражения.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одновременное встречное движение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С.97 вариант №2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</w:t>
            </w:r>
          </w:p>
        </w:tc>
        <w:tc>
          <w:tcPr>
            <w:tcW w:w="1557" w:type="pct"/>
          </w:tcPr>
          <w:p w:rsidR="006155B7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зультатов освоения темы, проявление личной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способов действий. Анализ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действий и управление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ими </w:t>
            </w:r>
          </w:p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Взаимная проверка знаний: «Помогаем друг другу сделать шаг к успеху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 №6,7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числа на произведение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деления числа на произведение в устных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письменных вычислениях. Решение тестовых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С.5№12,13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числа на произведение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деления числа на произведение в устных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письменных вычислениях. Решение тестовых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 №19.20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 остатком на 10, 100, 1 000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устно и письменно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татком на 10, 100, 1 000. Решение тестовых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рифметическим способом. Нахождение значения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буквенных выражений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С.7 № 25(2,3), 26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решение задач, обратных данной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задачи, устанавливание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между величинами,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решения задачи, решение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текстовых задач. Записывание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венства и неравенства, выполнение проверки. Выполнение деления с остатком и проверка решения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 №33,34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устно и письменно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оканчивающиеся нулями, объяснение используемых приёмов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С.12 №39,?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устно и письменно деления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на числа,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оканчивающиеся нулями, объяснение используемых приёмов. Совершенствование вычислительных навыков, умения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С.13 № 46,на полях</w:t>
            </w:r>
          </w:p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устно и письменно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оканчивающиеся нулями, объяснение используемых приёмов. Совершенствование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вычислительн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С.14№ 52,?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устно и письменно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оканчивающиеся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нулями, объяснение используемых приёмов.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С.15 №60.?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схематических чертежей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текстовым задачам на одновременное движение в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воположных направлениях и решение задач.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решения. Исправление допущенных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ошиб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С.16 №64,?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5.03</w:t>
            </w:r>
          </w:p>
        </w:tc>
        <w:tc>
          <w:tcPr>
            <w:tcW w:w="1094" w:type="pct"/>
            <w:gridSpan w:val="2"/>
          </w:tcPr>
          <w:p w:rsidR="006155B7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 работа по теме «Деление на числа, оканчивающиеся нулями»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и письменно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оканчивающиеся нулями, объяснение используемых приёмов.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 Выполнение проверочной работы.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научились». Решение задач.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устно и 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числа, оканчив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ающиеся нулями.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С.17№ 71,72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trHeight w:val="699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пройденного материала. Тест  «Проверим себя и оценим свои достижения».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Анализ результатов. 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тест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теме. Оценивание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усвоения учебного матер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иала, делать выводы, планирование действий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устранению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выявленных недочётов,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С.20№7,8,9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Проект: «Математика вокруг нас»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систематизация  информации по разделам, отбор, составление и решение математических задач и заданий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повышенн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уровня сложности.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работы.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сборник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матем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атических заданий. Анализ и оценка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работы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 №17,18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 по теме « Умножение и деление на числа, оканчивающиеся нулями»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Выполнение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льной работы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Pr="00956462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С.22 №28,29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 над ошибками.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числа на сумму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в вычислениях свойства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числа на сумм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нескольких слагаемых. Нахождение  значения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выражения двумя способа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ми, удобным способом. Сравнивание выражений. Составление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выражению.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С.25 №77,?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числа на сумму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исления с объяснением. Выполнение действий и сравнивание приёмов вычислений. Нахождение части от целого. Совершенствование вычислительных навыков, умения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 №86,87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двузначное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умножения многозначного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исла на двузначное.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умножение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двузначное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умножения многозначного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исла на двузначное.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умножение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С.27 №94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Реш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 нахождение неизвестного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двум разностям. Анализ задачи, выполнение прикидки результата, проверка полученного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Исправление  допущенных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ошиб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С.28 №100,101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Решение текстовых задач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метическими способами. 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действия для решения. Выполнение вычитания именованных величин. Исправление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примерах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деление, проверка вычислений.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С.29 №108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многозначного числа на трёхзначное.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умножения многозначного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 на трёхзначное.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умножение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трёхзначное. Приёмы умножения.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умножения многозначного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 на трёхзначное.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умножение.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С.30 №111,?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многозначного числа на трёхзначное.  Решение задач.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умножения многозначного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 на трёхзначное.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умножение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С.31№119,?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научились». Проверочная работа.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Совершенствование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вычислительных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умение решать задачи.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С.32№123,124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 работа по теме « Умножение на двузначное и трёхзначное число».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льной работы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делать выводы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Анализ контрольной работы. Работа над ошибками.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двузначное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числа на двузначное,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С.33№128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двузначное с остатком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остатком на двузначное число, при этом рассуждать так же, как 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делении без остатка, проверка решения. Совершенствование вычислительных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, умение решать задачи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С.34 №137,138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двузначное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числа на двузначное,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письменного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многозначных чисел на двузначные, опираясь на знание алгоритмов письменного выполнения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умножение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Осуществление пошагового контроля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и полноты выполнения алгоритма арифметического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С.35 №8,10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многозначного числа на двузначное по плану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числа на двузначное,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как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полнено деление по плану. Решение задач и сравнение их решения. Проверка, равенств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С.36№13.14,16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многозначного числа на двузначное методом подбор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изменяя пробную цифру. Решение примеров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деление с объяснением. Нахождение значения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С.39вариант №2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многозначного числа на двузначное. Алгоритм письменного деления.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числа на двузначное,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метическими способами. 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для решения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С.40-41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 по теме « Деление многозначного числа на двузначное». Решение задач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арифметическими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ами. Выполнение вычитания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 сложени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именованных величин. Выполнение деления с остатком и выполнение проверки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С.42 №144,?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числа на двузначное,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тическими способами и сравнивание их решения. 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решения. Умножение на именованные числа, решение уравнений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С.43№153,155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Деление на дву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значное число,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когда в частном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есть нули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 числа на двузначное, 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когда в частном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есть нули,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сравнение решения. Рассмотрение более короткой  записи.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С.45№166,?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Письменное деление на двузначное число (закрепление). Проверка деления.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вычисления и выполнение проверки. Совершенствование вычислительных навыков, решение задач.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С.46 №173,?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 «Что узнали. Чему научились».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Математический диктант </w:t>
            </w:r>
          </w:p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числа на двузначное, объяснение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каж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ифметическим способом. Выполнение вычитания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 слож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именованных величин, решение уравнений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С.47№180,181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6928AE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Проверочная работа по теме «Деление на двузначное число»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проверочной работы по теме.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делать выводы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6928AE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многозначного числа на трёхзначное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письменного деления многозначного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числа на трёхзначное, объяснение каждого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Выполнение письменного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гозначных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чисел на двузначные, опираясь на знание алгоритмов письменного выполнения действия </w:t>
            </w: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умножение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Письменное деление многозначного числа на трёхзначное.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того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выполнено деление. Называние в каждом случае неполных делимых и рассказ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, как находили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цифры частного. Совершенствование вычислительных навыков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умение решать задачи.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Деление на трёхзначное число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деления с объяснением и проверка вычисления. Выполнение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чертёж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к задаче и решение их. Составление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адачи по выражению. Сравнивание выражений.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умножения делением и деления умножением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деления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объяснением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роверка вычисления. Совершенствование вычислительных навыков, решение задач.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деления с остатком 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правильно ли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ено деление с остатком. Нахождение делимого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, если известны: делите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ль, частное и остаток. Проверка выполнения деления.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деления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и записывание правильного решения. 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задачи, уравнения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 по теме «Деление на двузначное и  трёхзначное число»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Выполнение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трольной работы по теме. Оценивание результатов освоения темы 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Анализ контрольной работы и рабо</w:t>
            </w:r>
            <w:r w:rsidRPr="00FF3F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та над ошибками.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пройденного: «Что узнали. Чему научились».</w:t>
            </w: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Математический диктант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вычислительных навыков, умения решать задачи. Соотнесение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при изучении темы, оценивание их 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вычислительных навыков, умения решать задачи.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ариф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метическими способами. Объяснение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для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Нумерация. Выражения и уравнения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результатов освоения темы,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Арифметические действия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вычислительных навыков, умения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Порядок выполнения действий.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результатов освоения темы,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Величины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сложения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и вычитание величин, заменяя крупные единицы величин более мелкими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Решение задач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величин 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094" w:type="pct"/>
            <w:gridSpan w:val="2"/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Итоговая диагностическая контрольная работа </w:t>
            </w:r>
          </w:p>
        </w:tc>
        <w:tc>
          <w:tcPr>
            <w:tcW w:w="1557" w:type="pct"/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Выполнение итоговой 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рольной работы. Классифицирование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гео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метрических фигур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заданному или найденному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основанию классификации Оценка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освоения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темы,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</w:t>
            </w:r>
          </w:p>
        </w:tc>
        <w:tc>
          <w:tcPr>
            <w:tcW w:w="809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RPr="00FF3F15" w:rsidTr="009C4824">
        <w:trPr>
          <w:gridAfter w:val="1"/>
          <w:wAfter w:w="13" w:type="pct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:rsidR="006155B7" w:rsidRPr="00FF3F15" w:rsidRDefault="006155B7" w:rsidP="009C482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9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55B7" w:rsidRPr="00FF3F15" w:rsidRDefault="006155B7" w:rsidP="009C482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допущенными в контрольной работе. Геометрические фигуры</w:t>
            </w:r>
          </w:p>
        </w:tc>
        <w:tc>
          <w:tcPr>
            <w:tcW w:w="1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B7" w:rsidRPr="00FF3F15" w:rsidRDefault="006155B7" w:rsidP="009C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над ошибками. Классифицирование геометрических фигур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по заданному или найденному основанию классификации</w:t>
            </w:r>
          </w:p>
        </w:tc>
        <w:tc>
          <w:tcPr>
            <w:tcW w:w="8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pct"/>
            <w:gridSpan w:val="2"/>
            <w:tcBorders>
              <w:left w:val="single" w:sz="4" w:space="0" w:color="auto"/>
            </w:tcBorders>
          </w:tcPr>
          <w:p w:rsidR="006155B7" w:rsidRPr="00FF3F15" w:rsidRDefault="006155B7" w:rsidP="009C48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Tr="009C4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3" w:type="pct"/>
          <w:trHeight w:val="600"/>
          <w:jc w:val="center"/>
        </w:trPr>
        <w:tc>
          <w:tcPr>
            <w:tcW w:w="317" w:type="pct"/>
          </w:tcPr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05" w:type="pct"/>
          </w:tcPr>
          <w:p w:rsidR="006155B7" w:rsidRDefault="0061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1094" w:type="pct"/>
            <w:gridSpan w:val="2"/>
          </w:tcPr>
          <w:p w:rsidR="006155B7" w:rsidRDefault="0061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знаний.</w:t>
            </w:r>
          </w:p>
        </w:tc>
        <w:tc>
          <w:tcPr>
            <w:tcW w:w="1557" w:type="pct"/>
          </w:tcPr>
          <w:p w:rsidR="006155B7" w:rsidRDefault="0061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Заинтересованность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2" w:type="pct"/>
            <w:gridSpan w:val="3"/>
          </w:tcPr>
          <w:p w:rsidR="006155B7" w:rsidRDefault="0061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pct"/>
          </w:tcPr>
          <w:p w:rsidR="006155B7" w:rsidRDefault="0061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B7" w:rsidTr="009C4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3" w:type="pct"/>
          <w:trHeight w:val="525"/>
          <w:jc w:val="center"/>
        </w:trPr>
        <w:tc>
          <w:tcPr>
            <w:tcW w:w="317" w:type="pct"/>
          </w:tcPr>
          <w:p w:rsidR="006155B7" w:rsidRPr="00FF3F15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05" w:type="pct"/>
          </w:tcPr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094" w:type="pct"/>
            <w:gridSpan w:val="2"/>
          </w:tcPr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урок. Повторение пройденного материала.</w:t>
            </w:r>
          </w:p>
        </w:tc>
        <w:tc>
          <w:tcPr>
            <w:tcW w:w="1557" w:type="pct"/>
          </w:tcPr>
          <w:p w:rsidR="006155B7" w:rsidRDefault="006155B7" w:rsidP="009C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результатов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освоения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темы, проявление личностной заинтересованности</w:t>
            </w:r>
            <w:r w:rsidRPr="00FF3F15">
              <w:rPr>
                <w:rFonts w:ascii="Times New Roman" w:hAnsi="Times New Roman" w:cs="Times New Roman"/>
                <w:sz w:val="28"/>
                <w:szCs w:val="28"/>
              </w:rPr>
              <w:t xml:space="preserve"> в приобретении и расширении знаний и способов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2" w:type="pct"/>
            <w:gridSpan w:val="3"/>
          </w:tcPr>
          <w:p w:rsidR="006155B7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pct"/>
          </w:tcPr>
          <w:p w:rsidR="006155B7" w:rsidRDefault="006155B7" w:rsidP="009C4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Default="006155B7" w:rsidP="003F2979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eastAsia="en-US"/>
        </w:rPr>
      </w:pPr>
    </w:p>
    <w:p w:rsidR="006155B7" w:rsidRPr="00B92D85" w:rsidRDefault="006155B7" w:rsidP="00EE647C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</w:rPr>
      </w:pPr>
    </w:p>
    <w:sectPr w:rsidR="006155B7" w:rsidRPr="00B92D85" w:rsidSect="009165B8">
      <w:pgSz w:w="16838" w:h="11906" w:orient="landscape"/>
      <w:pgMar w:top="567" w:right="567" w:bottom="567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5B7" w:rsidRDefault="006155B7" w:rsidP="00D63C4B">
      <w:pPr>
        <w:spacing w:after="0" w:line="240" w:lineRule="auto"/>
      </w:pPr>
      <w:r>
        <w:separator/>
      </w:r>
    </w:p>
  </w:endnote>
  <w:endnote w:type="continuationSeparator" w:id="0">
    <w:p w:rsidR="006155B7" w:rsidRDefault="006155B7" w:rsidP="00D6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5B7" w:rsidRDefault="006155B7" w:rsidP="00D63C4B">
      <w:pPr>
        <w:spacing w:after="0" w:line="240" w:lineRule="auto"/>
      </w:pPr>
      <w:r>
        <w:separator/>
      </w:r>
    </w:p>
  </w:footnote>
  <w:footnote w:type="continuationSeparator" w:id="0">
    <w:p w:rsidR="006155B7" w:rsidRDefault="006155B7" w:rsidP="00D63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2FA70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E0C26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4445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516F2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6F42D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BCB2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4E8D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D4FC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727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C8A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990F95C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1"/>
        <w:u w:val="none"/>
      </w:rPr>
    </w:lvl>
  </w:abstractNum>
  <w:abstractNum w:abstractNumId="12">
    <w:nsid w:val="05676AAE"/>
    <w:multiLevelType w:val="hybridMultilevel"/>
    <w:tmpl w:val="A0B25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D5A6F5A"/>
    <w:multiLevelType w:val="hybridMultilevel"/>
    <w:tmpl w:val="48321498"/>
    <w:lvl w:ilvl="0" w:tplc="7990F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C612DC"/>
    <w:multiLevelType w:val="hybridMultilevel"/>
    <w:tmpl w:val="68029680"/>
    <w:lvl w:ilvl="0" w:tplc="7990F95C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2792E"/>
    <w:multiLevelType w:val="hybridMultilevel"/>
    <w:tmpl w:val="659A40FE"/>
    <w:lvl w:ilvl="0" w:tplc="0419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35162E"/>
    <w:multiLevelType w:val="hybridMultilevel"/>
    <w:tmpl w:val="2990F7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4A45953"/>
    <w:multiLevelType w:val="hybridMultilevel"/>
    <w:tmpl w:val="F66A0B4E"/>
    <w:lvl w:ilvl="0" w:tplc="7990F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01119"/>
    <w:multiLevelType w:val="hybridMultilevel"/>
    <w:tmpl w:val="2E920C9A"/>
    <w:lvl w:ilvl="0" w:tplc="08E2069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8929EB"/>
    <w:multiLevelType w:val="hybridMultilevel"/>
    <w:tmpl w:val="972CF9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60CF0"/>
    <w:multiLevelType w:val="hybridMultilevel"/>
    <w:tmpl w:val="EE6C3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C0F4096"/>
    <w:multiLevelType w:val="hybridMultilevel"/>
    <w:tmpl w:val="0DEEA45C"/>
    <w:lvl w:ilvl="0" w:tplc="7990F95C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7A1F0F"/>
    <w:multiLevelType w:val="hybridMultilevel"/>
    <w:tmpl w:val="4CBAEC88"/>
    <w:lvl w:ilvl="0" w:tplc="8ECA7036">
      <w:start w:val="1"/>
      <w:numFmt w:val="decimal"/>
      <w:lvlText w:val="%1."/>
      <w:lvlJc w:val="left"/>
      <w:pPr>
        <w:ind w:left="1080" w:hanging="360"/>
      </w:pPr>
      <w:rPr>
        <w:rFonts w:cs="Times New Roman"/>
        <w:i/>
        <w:i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F822DB2"/>
    <w:multiLevelType w:val="hybridMultilevel"/>
    <w:tmpl w:val="2E84F4AE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26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-113"/>
        </w:tabs>
        <w:ind w:left="-113" w:firstLine="539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1"/>
  </w:num>
  <w:num w:numId="5">
    <w:abstractNumId w:val="19"/>
  </w:num>
  <w:num w:numId="6">
    <w:abstractNumId w:val="10"/>
    <w:lvlOverride w:ilvl="0">
      <w:lvl w:ilvl="0">
        <w:numFmt w:val="bullet"/>
        <w:lvlText w:val="•"/>
        <w:legacy w:legacy="1" w:legacySpace="0" w:legacyIndent="317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•"/>
        <w:legacy w:legacy="1" w:legacySpace="0" w:legacyIndent="312"/>
        <w:lvlJc w:val="left"/>
        <w:rPr>
          <w:rFonts w:ascii="Arial" w:hAnsi="Arial" w:hint="default"/>
        </w:rPr>
      </w:lvl>
    </w:lvlOverride>
  </w:num>
  <w:num w:numId="8">
    <w:abstractNumId w:val="10"/>
    <w:lvlOverride w:ilvl="0">
      <w:lvl w:ilvl="0">
        <w:numFmt w:val="bullet"/>
        <w:lvlText w:val="-"/>
        <w:legacy w:legacy="1" w:legacySpace="0" w:legacyIndent="351"/>
        <w:lvlJc w:val="left"/>
        <w:rPr>
          <w:rFonts w:ascii="Arial" w:hAnsi="Arial" w:hint="default"/>
        </w:rPr>
      </w:lvl>
    </w:lvlOverride>
  </w:num>
  <w:num w:numId="9">
    <w:abstractNumId w:val="23"/>
  </w:num>
  <w:num w:numId="10">
    <w:abstractNumId w:val="14"/>
  </w:num>
  <w:num w:numId="11">
    <w:abstractNumId w:val="13"/>
  </w:num>
  <w:num w:numId="12">
    <w:abstractNumId w:val="10"/>
    <w:lvlOverride w:ilvl="0">
      <w:lvl w:ilvl="0">
        <w:numFmt w:val="bullet"/>
        <w:lvlText w:val="-"/>
        <w:legacy w:legacy="1" w:legacySpace="0" w:legacyIndent="134"/>
        <w:lvlJc w:val="left"/>
        <w:rPr>
          <w:rFonts w:ascii="Arial" w:hAnsi="Arial" w:hint="default"/>
        </w:rPr>
      </w:lvl>
    </w:lvlOverride>
  </w:num>
  <w:num w:numId="13">
    <w:abstractNumId w:val="18"/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6"/>
  </w:num>
  <w:num w:numId="21">
    <w:abstractNumId w:val="12"/>
  </w:num>
  <w:num w:numId="22">
    <w:abstractNumId w:val="2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FDB"/>
    <w:rsid w:val="00000970"/>
    <w:rsid w:val="0000287E"/>
    <w:rsid w:val="00002F2F"/>
    <w:rsid w:val="00013854"/>
    <w:rsid w:val="000148B7"/>
    <w:rsid w:val="00025A61"/>
    <w:rsid w:val="0002687B"/>
    <w:rsid w:val="00031C11"/>
    <w:rsid w:val="00042F2A"/>
    <w:rsid w:val="00050979"/>
    <w:rsid w:val="0005124F"/>
    <w:rsid w:val="00097A56"/>
    <w:rsid w:val="000B016D"/>
    <w:rsid w:val="000B0B44"/>
    <w:rsid w:val="000C6D95"/>
    <w:rsid w:val="000D0A03"/>
    <w:rsid w:val="000D1EF2"/>
    <w:rsid w:val="000D7D7D"/>
    <w:rsid w:val="000D7E81"/>
    <w:rsid w:val="00122392"/>
    <w:rsid w:val="0014437B"/>
    <w:rsid w:val="00145D07"/>
    <w:rsid w:val="001812DD"/>
    <w:rsid w:val="001871B4"/>
    <w:rsid w:val="001A375A"/>
    <w:rsid w:val="001B622D"/>
    <w:rsid w:val="001D6C7F"/>
    <w:rsid w:val="00221253"/>
    <w:rsid w:val="0022223A"/>
    <w:rsid w:val="0022401A"/>
    <w:rsid w:val="00224282"/>
    <w:rsid w:val="00226F00"/>
    <w:rsid w:val="00233840"/>
    <w:rsid w:val="00235D3D"/>
    <w:rsid w:val="002376C5"/>
    <w:rsid w:val="00246A95"/>
    <w:rsid w:val="0025592F"/>
    <w:rsid w:val="00266250"/>
    <w:rsid w:val="002719DB"/>
    <w:rsid w:val="002A5435"/>
    <w:rsid w:val="002C5C3F"/>
    <w:rsid w:val="002E1184"/>
    <w:rsid w:val="002E344B"/>
    <w:rsid w:val="002F155A"/>
    <w:rsid w:val="003237E3"/>
    <w:rsid w:val="00342B1F"/>
    <w:rsid w:val="003903E6"/>
    <w:rsid w:val="00394FCB"/>
    <w:rsid w:val="003B3E92"/>
    <w:rsid w:val="003E3C00"/>
    <w:rsid w:val="003E6977"/>
    <w:rsid w:val="003F0134"/>
    <w:rsid w:val="003F2979"/>
    <w:rsid w:val="0040470E"/>
    <w:rsid w:val="00414412"/>
    <w:rsid w:val="00417855"/>
    <w:rsid w:val="00426615"/>
    <w:rsid w:val="00426A5D"/>
    <w:rsid w:val="004314FC"/>
    <w:rsid w:val="004400FD"/>
    <w:rsid w:val="004568F8"/>
    <w:rsid w:val="0046739E"/>
    <w:rsid w:val="00472BB6"/>
    <w:rsid w:val="00483E1A"/>
    <w:rsid w:val="004E6553"/>
    <w:rsid w:val="004F202B"/>
    <w:rsid w:val="004F2784"/>
    <w:rsid w:val="004F799A"/>
    <w:rsid w:val="00510298"/>
    <w:rsid w:val="00515134"/>
    <w:rsid w:val="00525973"/>
    <w:rsid w:val="00545682"/>
    <w:rsid w:val="005549F1"/>
    <w:rsid w:val="005A0E53"/>
    <w:rsid w:val="005B731F"/>
    <w:rsid w:val="005C6F9B"/>
    <w:rsid w:val="005D10BB"/>
    <w:rsid w:val="005E263A"/>
    <w:rsid w:val="006155B7"/>
    <w:rsid w:val="0063664E"/>
    <w:rsid w:val="00636BB7"/>
    <w:rsid w:val="00650BAF"/>
    <w:rsid w:val="00657050"/>
    <w:rsid w:val="006928AE"/>
    <w:rsid w:val="006A5269"/>
    <w:rsid w:val="006B339F"/>
    <w:rsid w:val="006C052A"/>
    <w:rsid w:val="006C4D77"/>
    <w:rsid w:val="006E5A18"/>
    <w:rsid w:val="006E6216"/>
    <w:rsid w:val="0070122C"/>
    <w:rsid w:val="007016EF"/>
    <w:rsid w:val="00704737"/>
    <w:rsid w:val="00724AB2"/>
    <w:rsid w:val="00730189"/>
    <w:rsid w:val="00750EB0"/>
    <w:rsid w:val="00762655"/>
    <w:rsid w:val="00762B83"/>
    <w:rsid w:val="00773B93"/>
    <w:rsid w:val="00781C81"/>
    <w:rsid w:val="00796AE3"/>
    <w:rsid w:val="007C1C67"/>
    <w:rsid w:val="007E68B2"/>
    <w:rsid w:val="007F3DFB"/>
    <w:rsid w:val="008101BE"/>
    <w:rsid w:val="008106E4"/>
    <w:rsid w:val="00816AC2"/>
    <w:rsid w:val="00847E64"/>
    <w:rsid w:val="008727C1"/>
    <w:rsid w:val="00877E34"/>
    <w:rsid w:val="008A56CC"/>
    <w:rsid w:val="008B00EE"/>
    <w:rsid w:val="008B4B18"/>
    <w:rsid w:val="008B7331"/>
    <w:rsid w:val="008C3C1E"/>
    <w:rsid w:val="008D27FC"/>
    <w:rsid w:val="008E36CB"/>
    <w:rsid w:val="0090234B"/>
    <w:rsid w:val="00905145"/>
    <w:rsid w:val="0091045D"/>
    <w:rsid w:val="009165B8"/>
    <w:rsid w:val="009265F0"/>
    <w:rsid w:val="00952BB8"/>
    <w:rsid w:val="00956462"/>
    <w:rsid w:val="00971918"/>
    <w:rsid w:val="00977992"/>
    <w:rsid w:val="0099186A"/>
    <w:rsid w:val="009C05B3"/>
    <w:rsid w:val="009C4824"/>
    <w:rsid w:val="009C567B"/>
    <w:rsid w:val="009C661D"/>
    <w:rsid w:val="009C6E21"/>
    <w:rsid w:val="009D7D8B"/>
    <w:rsid w:val="009F238D"/>
    <w:rsid w:val="00A04B70"/>
    <w:rsid w:val="00A11430"/>
    <w:rsid w:val="00A31525"/>
    <w:rsid w:val="00A42B9D"/>
    <w:rsid w:val="00A46908"/>
    <w:rsid w:val="00A53C86"/>
    <w:rsid w:val="00A55650"/>
    <w:rsid w:val="00A663B1"/>
    <w:rsid w:val="00A83CAF"/>
    <w:rsid w:val="00A850A1"/>
    <w:rsid w:val="00A96E17"/>
    <w:rsid w:val="00AA6267"/>
    <w:rsid w:val="00AC2A74"/>
    <w:rsid w:val="00AD7550"/>
    <w:rsid w:val="00AE092B"/>
    <w:rsid w:val="00AF58BC"/>
    <w:rsid w:val="00AF7994"/>
    <w:rsid w:val="00B10063"/>
    <w:rsid w:val="00B34B02"/>
    <w:rsid w:val="00B459C3"/>
    <w:rsid w:val="00B526D4"/>
    <w:rsid w:val="00B57E29"/>
    <w:rsid w:val="00B708CF"/>
    <w:rsid w:val="00B84A63"/>
    <w:rsid w:val="00B85131"/>
    <w:rsid w:val="00B92D85"/>
    <w:rsid w:val="00B9469C"/>
    <w:rsid w:val="00BA5914"/>
    <w:rsid w:val="00BA5F97"/>
    <w:rsid w:val="00BB4642"/>
    <w:rsid w:val="00BC27AE"/>
    <w:rsid w:val="00BE16A0"/>
    <w:rsid w:val="00BF583F"/>
    <w:rsid w:val="00BF6346"/>
    <w:rsid w:val="00C212CE"/>
    <w:rsid w:val="00C35A46"/>
    <w:rsid w:val="00C46180"/>
    <w:rsid w:val="00C53F08"/>
    <w:rsid w:val="00C54310"/>
    <w:rsid w:val="00C55322"/>
    <w:rsid w:val="00C63D96"/>
    <w:rsid w:val="00C67B9E"/>
    <w:rsid w:val="00C7543B"/>
    <w:rsid w:val="00C85D23"/>
    <w:rsid w:val="00D10F9E"/>
    <w:rsid w:val="00D16516"/>
    <w:rsid w:val="00D4626F"/>
    <w:rsid w:val="00D52862"/>
    <w:rsid w:val="00D57060"/>
    <w:rsid w:val="00D63C4B"/>
    <w:rsid w:val="00D74FDB"/>
    <w:rsid w:val="00DC617F"/>
    <w:rsid w:val="00DD1BE7"/>
    <w:rsid w:val="00DE2C8B"/>
    <w:rsid w:val="00DE7D0C"/>
    <w:rsid w:val="00E00E1D"/>
    <w:rsid w:val="00E02000"/>
    <w:rsid w:val="00E07E81"/>
    <w:rsid w:val="00E52145"/>
    <w:rsid w:val="00E66242"/>
    <w:rsid w:val="00E70722"/>
    <w:rsid w:val="00E758D6"/>
    <w:rsid w:val="00EA49AB"/>
    <w:rsid w:val="00EB7649"/>
    <w:rsid w:val="00EC3E9C"/>
    <w:rsid w:val="00ED147A"/>
    <w:rsid w:val="00EE647C"/>
    <w:rsid w:val="00EF28A6"/>
    <w:rsid w:val="00EF703B"/>
    <w:rsid w:val="00F0173D"/>
    <w:rsid w:val="00F35492"/>
    <w:rsid w:val="00F37FE3"/>
    <w:rsid w:val="00F52FCD"/>
    <w:rsid w:val="00F67259"/>
    <w:rsid w:val="00F85004"/>
    <w:rsid w:val="00F85228"/>
    <w:rsid w:val="00F86016"/>
    <w:rsid w:val="00FC68E3"/>
    <w:rsid w:val="00FD7AD8"/>
    <w:rsid w:val="00FE6A55"/>
    <w:rsid w:val="00FF3F15"/>
    <w:rsid w:val="00FF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74FD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018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018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0189"/>
    <w:pPr>
      <w:keepNext/>
      <w:spacing w:before="240" w:after="60" w:line="240" w:lineRule="auto"/>
      <w:outlineLvl w:val="2"/>
    </w:pPr>
    <w:rPr>
      <w:rFonts w:ascii="Tahoma" w:eastAsia="Times New Roman" w:hAnsi="Tahoma" w:cs="Tahoma"/>
      <w:sz w:val="16"/>
      <w:szCs w:val="1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30189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018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3018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3018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018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018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0189"/>
    <w:rPr>
      <w:rFonts w:ascii="Tahoma" w:hAnsi="Tahoma" w:cs="Tahoma"/>
      <w:sz w:val="16"/>
      <w:szCs w:val="1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30189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018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3018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30189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74FDB"/>
    <w:rPr>
      <w:rFonts w:cs="Times New Roman"/>
      <w:b/>
      <w:bCs/>
    </w:rPr>
  </w:style>
  <w:style w:type="paragraph" w:customStyle="1" w:styleId="c15c0">
    <w:name w:val="c15 c0"/>
    <w:basedOn w:val="Normal"/>
    <w:uiPriority w:val="99"/>
    <w:rsid w:val="00D7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24AB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4AB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301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30189"/>
    <w:rPr>
      <w:rFonts w:ascii="Calibri" w:hAnsi="Calibri" w:cs="Calibri"/>
    </w:rPr>
  </w:style>
  <w:style w:type="paragraph" w:styleId="BodyTextIndent">
    <w:name w:val="Body Text Indent"/>
    <w:basedOn w:val="Normal"/>
    <w:link w:val="BodyTextIndentChar"/>
    <w:uiPriority w:val="99"/>
    <w:rsid w:val="0073018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018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730189"/>
    <w:rPr>
      <w:rFonts w:ascii="Times New Roman" w:hAnsi="Times New Roman"/>
      <w:sz w:val="20"/>
      <w:lang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73018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F0173D"/>
    <w:rPr>
      <w:rFonts w:cs="Calibri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730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3018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30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018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730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0189"/>
    <w:rPr>
      <w:rFonts w:ascii="Calibri" w:hAnsi="Calibri" w:cs="Calibri"/>
    </w:rPr>
  </w:style>
  <w:style w:type="character" w:customStyle="1" w:styleId="BalloonTextChar">
    <w:name w:val="Balloon Text Char"/>
    <w:uiPriority w:val="99"/>
    <w:semiHidden/>
    <w:locked/>
    <w:rsid w:val="00730189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730189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0173D"/>
    <w:rPr>
      <w:rFonts w:ascii="Times New Roman" w:hAnsi="Times New Roman" w:cs="Times New Roman"/>
      <w:sz w:val="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730189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30189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DocumentMapChar">
    <w:name w:val="Document Map Char"/>
    <w:uiPriority w:val="99"/>
    <w:semiHidden/>
    <w:locked/>
    <w:rsid w:val="00730189"/>
    <w:rPr>
      <w:rFonts w:ascii="Tahoma" w:hAnsi="Tahoma"/>
      <w:shd w:val="clear" w:color="auto" w:fill="000080"/>
    </w:rPr>
  </w:style>
  <w:style w:type="paragraph" w:styleId="DocumentMap">
    <w:name w:val="Document Map"/>
    <w:basedOn w:val="Normal"/>
    <w:link w:val="DocumentMapChar2"/>
    <w:uiPriority w:val="99"/>
    <w:semiHidden/>
    <w:rsid w:val="00730189"/>
    <w:pPr>
      <w:shd w:val="clear" w:color="auto" w:fill="000080"/>
      <w:spacing w:after="0" w:line="240" w:lineRule="auto"/>
    </w:pPr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F0173D"/>
    <w:rPr>
      <w:rFonts w:ascii="Times New Roman" w:hAnsi="Times New Roman" w:cs="Times New Roman"/>
      <w:sz w:val="2"/>
      <w:lang w:eastAsia="en-US"/>
    </w:rPr>
  </w:style>
  <w:style w:type="character" w:customStyle="1" w:styleId="DocumentMapChar2">
    <w:name w:val="Document Map Char2"/>
    <w:basedOn w:val="DefaultParagraphFont"/>
    <w:link w:val="DocumentMap"/>
    <w:uiPriority w:val="99"/>
    <w:semiHidden/>
    <w:locked/>
    <w:rsid w:val="00730189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730189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3018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">
    <w:name w:val="Знак Знак4"/>
    <w:basedOn w:val="DefaultParagraphFont"/>
    <w:uiPriority w:val="99"/>
    <w:rsid w:val="00730189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730189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730189"/>
    <w:rPr>
      <w:rFonts w:cs="Times New Roman"/>
    </w:rPr>
  </w:style>
  <w:style w:type="paragraph" w:customStyle="1" w:styleId="Default">
    <w:name w:val="Default"/>
    <w:uiPriority w:val="99"/>
    <w:rsid w:val="007301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name w:val="Знак"/>
    <w:basedOn w:val="Normal"/>
    <w:uiPriority w:val="99"/>
    <w:rsid w:val="007301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pelle">
    <w:name w:val="spelle"/>
    <w:basedOn w:val="DefaultParagraphFont"/>
    <w:uiPriority w:val="99"/>
    <w:rsid w:val="00730189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DefaultParagraphFont"/>
    <w:uiPriority w:val="99"/>
    <w:rsid w:val="0073018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3">
    <w:name w:val="Font Style13"/>
    <w:basedOn w:val="DefaultParagraphFont"/>
    <w:uiPriority w:val="99"/>
    <w:rsid w:val="0073018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DefaultParagraphFont"/>
    <w:uiPriority w:val="99"/>
    <w:rsid w:val="0073018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730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730189"/>
  </w:style>
  <w:style w:type="character" w:styleId="Emphasis">
    <w:name w:val="Emphasis"/>
    <w:basedOn w:val="DefaultParagraphFont"/>
    <w:uiPriority w:val="99"/>
    <w:qFormat/>
    <w:rsid w:val="00730189"/>
    <w:rPr>
      <w:rFonts w:cs="Times New Roman"/>
      <w:i/>
      <w:iCs/>
    </w:rPr>
  </w:style>
  <w:style w:type="paragraph" w:styleId="BodyText2">
    <w:name w:val="Body Text 2"/>
    <w:basedOn w:val="Normal"/>
    <w:link w:val="BodyText2Char"/>
    <w:uiPriority w:val="99"/>
    <w:rsid w:val="007301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3018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30189"/>
    <w:rPr>
      <w:rFonts w:cs="Times New Roman"/>
    </w:rPr>
  </w:style>
  <w:style w:type="character" w:customStyle="1" w:styleId="c2">
    <w:name w:val="c2"/>
    <w:basedOn w:val="DefaultParagraphFont"/>
    <w:uiPriority w:val="99"/>
    <w:rsid w:val="00730189"/>
    <w:rPr>
      <w:rFonts w:cs="Times New Roman"/>
    </w:rPr>
  </w:style>
  <w:style w:type="character" w:customStyle="1" w:styleId="c42">
    <w:name w:val="c42"/>
    <w:basedOn w:val="DefaultParagraphFont"/>
    <w:uiPriority w:val="99"/>
    <w:rsid w:val="00730189"/>
    <w:rPr>
      <w:rFonts w:cs="Times New Roman"/>
    </w:rPr>
  </w:style>
  <w:style w:type="paragraph" w:customStyle="1" w:styleId="c36">
    <w:name w:val="c36"/>
    <w:basedOn w:val="Normal"/>
    <w:uiPriority w:val="99"/>
    <w:rsid w:val="00730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730189"/>
    <w:rPr>
      <w:rFonts w:cs="Times New Roman"/>
    </w:rPr>
  </w:style>
  <w:style w:type="character" w:customStyle="1" w:styleId="c8">
    <w:name w:val="c8"/>
    <w:basedOn w:val="DefaultParagraphFont"/>
    <w:uiPriority w:val="99"/>
    <w:rsid w:val="00730189"/>
    <w:rPr>
      <w:rFonts w:cs="Times New Roman"/>
    </w:rPr>
  </w:style>
  <w:style w:type="paragraph" w:customStyle="1" w:styleId="c20">
    <w:name w:val="c20"/>
    <w:basedOn w:val="Normal"/>
    <w:uiPriority w:val="99"/>
    <w:rsid w:val="00730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Normal"/>
    <w:uiPriority w:val="99"/>
    <w:rsid w:val="00730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73018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3018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730189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1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7301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730189"/>
    <w:rPr>
      <w:rFonts w:ascii="Arial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Normal"/>
    <w:uiPriority w:val="99"/>
    <w:rsid w:val="0073018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104">
    <w:name w:val="Font Style104"/>
    <w:basedOn w:val="DefaultParagraphFont"/>
    <w:uiPriority w:val="99"/>
    <w:rsid w:val="0073018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DefaultParagraphFont"/>
    <w:uiPriority w:val="99"/>
    <w:rsid w:val="0073018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DefaultParagraphFont"/>
    <w:uiPriority w:val="99"/>
    <w:rsid w:val="0073018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"/>
    <w:uiPriority w:val="99"/>
    <w:rsid w:val="00730189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29">
    <w:name w:val="Font Style29"/>
    <w:basedOn w:val="DefaultParagraphFont"/>
    <w:uiPriority w:val="99"/>
    <w:rsid w:val="0073018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73018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Normal"/>
    <w:uiPriority w:val="99"/>
    <w:rsid w:val="00730189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31">
    <w:name w:val="Font Style31"/>
    <w:basedOn w:val="DefaultParagraphFont"/>
    <w:uiPriority w:val="99"/>
    <w:rsid w:val="0073018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Normal"/>
    <w:uiPriority w:val="99"/>
    <w:rsid w:val="00730189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paragraph" w:customStyle="1" w:styleId="Style14">
    <w:name w:val="Style14"/>
    <w:basedOn w:val="Normal"/>
    <w:uiPriority w:val="99"/>
    <w:rsid w:val="0073018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Century Gothic"/>
      <w:sz w:val="24"/>
      <w:szCs w:val="24"/>
      <w:lang w:eastAsia="ru-RU"/>
    </w:rPr>
  </w:style>
  <w:style w:type="character" w:customStyle="1" w:styleId="FontStyle21">
    <w:name w:val="Font Style21"/>
    <w:basedOn w:val="DefaultParagraphFont"/>
    <w:uiPriority w:val="99"/>
    <w:rsid w:val="007C1C6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</TotalTime>
  <Pages>46</Pages>
  <Words>7960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1</cp:lastModifiedBy>
  <cp:revision>8</cp:revision>
  <dcterms:created xsi:type="dcterms:W3CDTF">2017-09-18T17:34:00Z</dcterms:created>
  <dcterms:modified xsi:type="dcterms:W3CDTF">2018-04-26T08:42:00Z</dcterms:modified>
</cp:coreProperties>
</file>